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8D9D5" w14:textId="77777777" w:rsidR="00B91FC4" w:rsidRDefault="009033CB" w:rsidP="00B91FC4">
      <w:pPr>
        <w:rPr>
          <w:b/>
          <w:sz w:val="32"/>
          <w:szCs w:val="32"/>
        </w:rPr>
      </w:pPr>
      <w:r>
        <w:rPr>
          <w:b/>
          <w:sz w:val="32"/>
          <w:szCs w:val="32"/>
        </w:rPr>
        <w:t>DIAGNOSE</w:t>
      </w:r>
      <w:r>
        <w:rPr>
          <w:b/>
          <w:sz w:val="32"/>
          <w:szCs w:val="32"/>
        </w:rPr>
        <w:br/>
      </w:r>
      <w:r w:rsidR="00B91FC4" w:rsidRPr="009033CB">
        <w:rPr>
          <w:b/>
          <w:sz w:val="32"/>
          <w:szCs w:val="32"/>
        </w:rPr>
        <w:t xml:space="preserve">Lernen bilanzieren und reflektieren </w:t>
      </w:r>
    </w:p>
    <w:p w14:paraId="0729A589" w14:textId="77777777" w:rsidR="009033CB" w:rsidRPr="009033CB" w:rsidRDefault="009033CB" w:rsidP="00B91FC4">
      <w:pPr>
        <w:rPr>
          <w:b/>
          <w:sz w:val="32"/>
          <w:szCs w:val="32"/>
        </w:rPr>
      </w:pPr>
    </w:p>
    <w:p w14:paraId="63C0347C" w14:textId="77777777" w:rsidR="00D97730" w:rsidRDefault="00401924" w:rsidP="00B11BB6">
      <w:pPr>
        <w:jc w:val="center"/>
        <w:rPr>
          <w:b/>
          <w:sz w:val="24"/>
        </w:rPr>
      </w:pPr>
      <w:r>
        <w:rPr>
          <w:b/>
          <w:sz w:val="28"/>
          <w:szCs w:val="28"/>
        </w:rPr>
        <w:t>Kompetenzraster Klasse 9</w:t>
      </w:r>
      <w:r w:rsidR="00877953">
        <w:rPr>
          <w:b/>
          <w:sz w:val="28"/>
          <w:szCs w:val="28"/>
        </w:rPr>
        <w:t xml:space="preserve"> </w:t>
      </w:r>
      <w:r w:rsidR="00877953">
        <w:rPr>
          <w:b/>
          <w:sz w:val="28"/>
          <w:szCs w:val="28"/>
        </w:rPr>
        <w:br/>
      </w:r>
      <w:r w:rsidR="00D97730" w:rsidRPr="00877953">
        <w:rPr>
          <w:sz w:val="28"/>
          <w:szCs w:val="28"/>
        </w:rPr>
        <w:t>UV: Auf den Spuren musikalischer Form</w:t>
      </w:r>
      <w:r w:rsidR="00D97730" w:rsidRPr="00877953">
        <w:rPr>
          <w:sz w:val="28"/>
          <w:szCs w:val="28"/>
        </w:rPr>
        <w:br/>
      </w:r>
      <w:r w:rsidR="00D97730" w:rsidRPr="00877953">
        <w:rPr>
          <w:b/>
          <w:sz w:val="32"/>
          <w:szCs w:val="32"/>
        </w:rPr>
        <w:t>Kontraste</w:t>
      </w:r>
      <w:r w:rsidR="00877953">
        <w:rPr>
          <w:sz w:val="28"/>
          <w:szCs w:val="28"/>
        </w:rPr>
        <w:br/>
      </w:r>
      <w:r w:rsidR="00D97730">
        <w:rPr>
          <w:b/>
          <w:sz w:val="24"/>
        </w:rPr>
        <w:t xml:space="preserve">Form in der Musik beschreiben, deuten und gestalten </w:t>
      </w:r>
    </w:p>
    <w:p w14:paraId="5FAA7055" w14:textId="77777777" w:rsidR="00877953" w:rsidRDefault="00877953" w:rsidP="00B11BB6">
      <w:pPr>
        <w:jc w:val="center"/>
        <w:rPr>
          <w:b/>
          <w:sz w:val="24"/>
        </w:rPr>
      </w:pPr>
    </w:p>
    <w:p w14:paraId="28A44D50" w14:textId="77777777" w:rsidR="00B11BB6" w:rsidRDefault="00B11BB6" w:rsidP="00395FC8">
      <w:pPr>
        <w:jc w:val="center"/>
      </w:pPr>
      <w:r w:rsidRPr="00877953">
        <w:rPr>
          <w:b/>
          <w:sz w:val="24"/>
        </w:rPr>
        <w:t xml:space="preserve">Was ich im Umgang mit dem Computer </w:t>
      </w:r>
      <w:r w:rsidR="00395FC8" w:rsidRPr="00877953">
        <w:rPr>
          <w:b/>
          <w:sz w:val="24"/>
        </w:rPr>
        <w:t xml:space="preserve">schon kann und </w:t>
      </w:r>
      <w:r w:rsidR="008D2511">
        <w:rPr>
          <w:b/>
          <w:sz w:val="24"/>
        </w:rPr>
        <w:t>woran ich noch arbeiten muss</w:t>
      </w:r>
      <w:r w:rsidR="00395FC8" w:rsidRPr="00877953">
        <w:rPr>
          <w:b/>
          <w:sz w:val="24"/>
        </w:rPr>
        <w:t xml:space="preserve"> </w:t>
      </w:r>
      <w:r w:rsidR="00877953">
        <w:rPr>
          <w:b/>
          <w:sz w:val="24"/>
        </w:rPr>
        <w:br/>
      </w:r>
      <w:r w:rsidR="00395FC8" w:rsidRPr="005B5930">
        <w:rPr>
          <w:sz w:val="24"/>
        </w:rPr>
        <w:t xml:space="preserve">Software: </w:t>
      </w:r>
      <w:r w:rsidR="008D2511" w:rsidRPr="005B5930">
        <w:rPr>
          <w:sz w:val="24"/>
        </w:rPr>
        <w:t>Finale</w:t>
      </w:r>
    </w:p>
    <w:p w14:paraId="4236C723" w14:textId="1F6D19B9" w:rsidR="003C22D0" w:rsidRDefault="002E272D" w:rsidP="00877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</w:pPr>
      <w:r w:rsidRPr="002E272D">
        <w:t>Kreuze bei jeder Aussage an, was deiner eigenen Einschätzung am nächsten kommt!</w:t>
      </w:r>
    </w:p>
    <w:p w14:paraId="4A8251B8" w14:textId="77777777" w:rsidR="003C22D0" w:rsidRDefault="003C22D0" w:rsidP="00395FC8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35"/>
        <w:gridCol w:w="2303"/>
        <w:gridCol w:w="2303"/>
        <w:gridCol w:w="2303"/>
      </w:tblGrid>
      <w:tr w:rsidR="00B11BB6" w14:paraId="02A033BD" w14:textId="77777777" w:rsidTr="00877953">
        <w:tc>
          <w:tcPr>
            <w:tcW w:w="2303" w:type="dxa"/>
          </w:tcPr>
          <w:p w14:paraId="0485EF0B" w14:textId="77777777" w:rsidR="00B11BB6" w:rsidRDefault="00B11BB6"/>
        </w:tc>
        <w:tc>
          <w:tcPr>
            <w:tcW w:w="2303" w:type="dxa"/>
            <w:shd w:val="clear" w:color="auto" w:fill="BFBFBF" w:themeFill="background1" w:themeFillShade="BF"/>
          </w:tcPr>
          <w:p w14:paraId="21301B64" w14:textId="77777777" w:rsidR="00B11BB6" w:rsidRDefault="00B11BB6" w:rsidP="00B11BB6">
            <w:pPr>
              <w:jc w:val="center"/>
            </w:pPr>
            <w:r>
              <w:t>Das kann ich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4D978D1D" w14:textId="77777777" w:rsidR="00B11BB6" w:rsidRDefault="00B11BB6" w:rsidP="00B11BB6">
            <w:pPr>
              <w:jc w:val="center"/>
            </w:pPr>
            <w:r>
              <w:t>Das gelingt mir meistens</w:t>
            </w:r>
          </w:p>
        </w:tc>
        <w:tc>
          <w:tcPr>
            <w:tcW w:w="2303" w:type="dxa"/>
            <w:shd w:val="clear" w:color="auto" w:fill="FFFFFF" w:themeFill="background1"/>
          </w:tcPr>
          <w:p w14:paraId="4A0D7DCE" w14:textId="77777777" w:rsidR="00B11BB6" w:rsidRDefault="00B11BB6" w:rsidP="00B11BB6">
            <w:pPr>
              <w:jc w:val="center"/>
            </w:pPr>
            <w:r>
              <w:t>Das fällt mir noch schwer</w:t>
            </w:r>
          </w:p>
        </w:tc>
      </w:tr>
      <w:tr w:rsidR="00B11BB6" w14:paraId="1BA22721" w14:textId="77777777" w:rsidTr="00877953">
        <w:tc>
          <w:tcPr>
            <w:tcW w:w="2303" w:type="dxa"/>
          </w:tcPr>
          <w:p w14:paraId="56ED7C5A" w14:textId="77777777" w:rsidR="00B11BB6" w:rsidRDefault="00E262E1">
            <w:r>
              <w:t>Werkzeugpaletten ein- und ausblenden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6FC8665B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760BA3D9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3799A029" w14:textId="77777777" w:rsidR="00B11BB6" w:rsidRDefault="00B11BB6"/>
        </w:tc>
      </w:tr>
      <w:tr w:rsidR="00B11BB6" w14:paraId="4D89BE93" w14:textId="77777777" w:rsidTr="00877953">
        <w:tc>
          <w:tcPr>
            <w:tcW w:w="2303" w:type="dxa"/>
          </w:tcPr>
          <w:p w14:paraId="36C3D57C" w14:textId="77777777" w:rsidR="00B11BB6" w:rsidRDefault="00E262E1">
            <w:r>
              <w:t>Noten und Pausen mit der Maus eingeben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11E1CE3E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1EB1CBFC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25EB4383" w14:textId="77777777" w:rsidR="00B11BB6" w:rsidRDefault="00B11BB6"/>
        </w:tc>
      </w:tr>
      <w:tr w:rsidR="00B11BB6" w14:paraId="5F682A81" w14:textId="77777777" w:rsidTr="00877953">
        <w:tc>
          <w:tcPr>
            <w:tcW w:w="2303" w:type="dxa"/>
          </w:tcPr>
          <w:p w14:paraId="3860D9E8" w14:textId="77777777" w:rsidR="00B11BB6" w:rsidRDefault="00E262E1">
            <w:r>
              <w:t xml:space="preserve">Mit dem Keyboard in Echtzeit einspielen 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76945E36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34EF4204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59C46BCB" w14:textId="77777777" w:rsidR="00B11BB6" w:rsidRDefault="00B11BB6"/>
        </w:tc>
      </w:tr>
      <w:tr w:rsidR="00B11BB6" w14:paraId="7726A17A" w14:textId="77777777" w:rsidTr="00877953">
        <w:tc>
          <w:tcPr>
            <w:tcW w:w="2303" w:type="dxa"/>
          </w:tcPr>
          <w:p w14:paraId="3A3375F3" w14:textId="77777777" w:rsidR="00B11BB6" w:rsidRDefault="00E262E1">
            <w:r>
              <w:t xml:space="preserve">Noten korrigieren 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6340B202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43F9E28C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6474FD4F" w14:textId="77777777" w:rsidR="00B11BB6" w:rsidRDefault="00B11BB6"/>
        </w:tc>
      </w:tr>
      <w:tr w:rsidR="00B11BB6" w14:paraId="64FD25D8" w14:textId="77777777" w:rsidTr="00877953">
        <w:tc>
          <w:tcPr>
            <w:tcW w:w="2303" w:type="dxa"/>
          </w:tcPr>
          <w:p w14:paraId="200DC719" w14:textId="77777777" w:rsidR="00B11BB6" w:rsidRDefault="00E262E1">
            <w:r>
              <w:t xml:space="preserve">Tonart </w:t>
            </w:r>
            <w:r w:rsidR="005B5930">
              <w:t xml:space="preserve">einfügen und </w:t>
            </w:r>
            <w:r>
              <w:t xml:space="preserve">ändern 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4B9BD4A3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343940CA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13775B7A" w14:textId="77777777" w:rsidR="00B11BB6" w:rsidRDefault="00B11BB6"/>
        </w:tc>
      </w:tr>
      <w:tr w:rsidR="00B11BB6" w14:paraId="6A6BFCF5" w14:textId="77777777" w:rsidTr="00877953">
        <w:tc>
          <w:tcPr>
            <w:tcW w:w="2303" w:type="dxa"/>
          </w:tcPr>
          <w:p w14:paraId="5EA1B718" w14:textId="77777777" w:rsidR="00B11BB6" w:rsidRDefault="00E262E1">
            <w:r>
              <w:t>Auftakt am Anfang des Stückes bearbeiten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7CF9F592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1C4EEAC9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1A91E788" w14:textId="77777777" w:rsidR="00B11BB6" w:rsidRDefault="00B11BB6"/>
        </w:tc>
      </w:tr>
      <w:tr w:rsidR="00B11BB6" w14:paraId="79499FE0" w14:textId="77777777" w:rsidTr="00877953">
        <w:tc>
          <w:tcPr>
            <w:tcW w:w="2303" w:type="dxa"/>
          </w:tcPr>
          <w:p w14:paraId="4BD437D1" w14:textId="77777777" w:rsidR="00B11BB6" w:rsidRDefault="005B5930" w:rsidP="005B5930">
            <w:r>
              <w:t>Vortragsbezeichnungen einfügen u. entfernen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276E2D96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48D7931B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113354D1" w14:textId="77777777" w:rsidR="00B11BB6" w:rsidRDefault="00B11BB6"/>
        </w:tc>
      </w:tr>
      <w:tr w:rsidR="00B11BB6" w14:paraId="10C8D5B3" w14:textId="77777777" w:rsidTr="00877953">
        <w:tc>
          <w:tcPr>
            <w:tcW w:w="2303" w:type="dxa"/>
          </w:tcPr>
          <w:p w14:paraId="18875F4B" w14:textId="77777777" w:rsidR="00B11BB6" w:rsidRDefault="005B5930">
            <w:r>
              <w:t>Liedtexte eingeben und korrigieren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1C5F9119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194E1F30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650F2344" w14:textId="77777777" w:rsidR="00B11BB6" w:rsidRDefault="00B11BB6"/>
        </w:tc>
      </w:tr>
      <w:tr w:rsidR="00B11BB6" w14:paraId="40478486" w14:textId="77777777" w:rsidTr="00877953">
        <w:tc>
          <w:tcPr>
            <w:tcW w:w="2303" w:type="dxa"/>
          </w:tcPr>
          <w:p w14:paraId="03BB0062" w14:textId="77777777" w:rsidR="00B11BB6" w:rsidRDefault="005B5930">
            <w:r>
              <w:t xml:space="preserve">Das Seitenlayout sowie die Klänge einrichten 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380A669A" w14:textId="77777777" w:rsidR="00B11BB6" w:rsidRDefault="00B11BB6"/>
        </w:tc>
        <w:tc>
          <w:tcPr>
            <w:tcW w:w="2303" w:type="dxa"/>
            <w:shd w:val="clear" w:color="auto" w:fill="F2F2F2" w:themeFill="background1" w:themeFillShade="F2"/>
          </w:tcPr>
          <w:p w14:paraId="020EE1DD" w14:textId="77777777" w:rsidR="00B11BB6" w:rsidRDefault="00B11BB6"/>
        </w:tc>
        <w:tc>
          <w:tcPr>
            <w:tcW w:w="2303" w:type="dxa"/>
            <w:shd w:val="clear" w:color="auto" w:fill="FFFFFF" w:themeFill="background1"/>
          </w:tcPr>
          <w:p w14:paraId="0FFB8C71" w14:textId="77777777" w:rsidR="00B11BB6" w:rsidRDefault="00B11BB6"/>
        </w:tc>
      </w:tr>
      <w:tr w:rsidR="005B5930" w14:paraId="3A106AC8" w14:textId="77777777" w:rsidTr="00877953">
        <w:tc>
          <w:tcPr>
            <w:tcW w:w="2303" w:type="dxa"/>
          </w:tcPr>
          <w:p w14:paraId="12B3DF60" w14:textId="77777777" w:rsidR="005B5930" w:rsidRDefault="005B5930" w:rsidP="00CD30D5">
            <w:r>
              <w:t>Hilfe</w:t>
            </w:r>
            <w:r w:rsidR="00CD30D5">
              <w:t xml:space="preserve">funktion </w:t>
            </w:r>
            <w:r>
              <w:t xml:space="preserve"> </w:t>
            </w:r>
            <w:r w:rsidR="00CD30D5">
              <w:t>heranziehen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198D1F6C" w14:textId="77777777" w:rsidR="005B5930" w:rsidRDefault="005B5930"/>
        </w:tc>
        <w:tc>
          <w:tcPr>
            <w:tcW w:w="2303" w:type="dxa"/>
            <w:shd w:val="clear" w:color="auto" w:fill="F2F2F2" w:themeFill="background1" w:themeFillShade="F2"/>
          </w:tcPr>
          <w:p w14:paraId="55FB38E4" w14:textId="77777777" w:rsidR="005B5930" w:rsidRDefault="005B5930"/>
        </w:tc>
        <w:tc>
          <w:tcPr>
            <w:tcW w:w="2303" w:type="dxa"/>
            <w:shd w:val="clear" w:color="auto" w:fill="FFFFFF" w:themeFill="background1"/>
          </w:tcPr>
          <w:p w14:paraId="21C267AF" w14:textId="77777777" w:rsidR="005B5930" w:rsidRDefault="005B5930"/>
        </w:tc>
      </w:tr>
    </w:tbl>
    <w:p w14:paraId="22DD5C11" w14:textId="77777777" w:rsidR="00395FC8" w:rsidRDefault="00395FC8" w:rsidP="00877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Ich möchte gern noch Folgendes lernen:</w:t>
      </w:r>
    </w:p>
    <w:p w14:paraId="4B716DDF" w14:textId="77777777" w:rsidR="00426483" w:rsidRDefault="00426483" w:rsidP="00877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5990DBAD" w14:textId="77777777" w:rsidR="00426483" w:rsidRDefault="00426483" w:rsidP="00877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2548699F" w14:textId="77777777" w:rsidR="00426483" w:rsidRDefault="00426483" w:rsidP="00877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2121B0C0" w14:textId="77777777" w:rsidR="00395FC8" w:rsidRDefault="00395FC8" w:rsidP="00877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24866E8C" w14:textId="77777777" w:rsidR="00B11BB6" w:rsidRDefault="00B11BB6"/>
    <w:p w14:paraId="36DD6601" w14:textId="77777777" w:rsidR="005B5930" w:rsidRDefault="005B5930" w:rsidP="00395FC8">
      <w:pPr>
        <w:jc w:val="center"/>
        <w:rPr>
          <w:b/>
          <w:sz w:val="24"/>
        </w:rPr>
      </w:pPr>
    </w:p>
    <w:p w14:paraId="669F03A3" w14:textId="77777777" w:rsidR="00B11BB6" w:rsidRDefault="00395FC8" w:rsidP="00395FC8">
      <w:pPr>
        <w:jc w:val="center"/>
      </w:pPr>
      <w:r w:rsidRPr="00395FC8">
        <w:rPr>
          <w:b/>
          <w:sz w:val="24"/>
        </w:rPr>
        <w:t xml:space="preserve">Was ich im Umgang mit dem Computer schon kann und was ich noch lernen will </w:t>
      </w:r>
      <w:r w:rsidR="00F81FBC">
        <w:rPr>
          <w:b/>
          <w:sz w:val="24"/>
        </w:rPr>
        <w:br/>
      </w:r>
      <w:r>
        <w:t xml:space="preserve">Software: </w:t>
      </w:r>
      <w:proofErr w:type="spellStart"/>
      <w:r w:rsidR="005B5930">
        <w:t>Cubase</w:t>
      </w:r>
      <w:proofErr w:type="spellEnd"/>
      <w:r w:rsidR="005B5930">
        <w:t xml:space="preserve"> </w:t>
      </w:r>
    </w:p>
    <w:p w14:paraId="7D5B64CB" w14:textId="77777777" w:rsidR="00F81FBC" w:rsidRDefault="00F81FBC" w:rsidP="00F81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</w:pPr>
      <w:r>
        <w:t xml:space="preserve">Aufgabe: </w:t>
      </w:r>
      <w:r w:rsidR="00401924">
        <w:t>Schreibe</w:t>
      </w:r>
      <w:r>
        <w:t xml:space="preserve"> zu jeder Aussage ein Kreuz in d</w:t>
      </w:r>
      <w:r w:rsidR="00401924">
        <w:t xml:space="preserve">ie </w:t>
      </w:r>
      <w:r>
        <w:t>Spalte, die deiner eigenen Einschätzung am nächsten kommt</w:t>
      </w:r>
      <w:r w:rsidR="00401924">
        <w:t>.</w:t>
      </w:r>
    </w:p>
    <w:p w14:paraId="3636C51F" w14:textId="77777777" w:rsidR="00F81FBC" w:rsidRDefault="00F81FBC" w:rsidP="00395FC8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11BB6" w14:paraId="4D4904CC" w14:textId="77777777" w:rsidTr="00CD30D5">
        <w:tc>
          <w:tcPr>
            <w:tcW w:w="2303" w:type="dxa"/>
          </w:tcPr>
          <w:p w14:paraId="6E34F606" w14:textId="77777777" w:rsidR="00B11BB6" w:rsidRDefault="00B11BB6" w:rsidP="00437ACB"/>
        </w:tc>
        <w:tc>
          <w:tcPr>
            <w:tcW w:w="2303" w:type="dxa"/>
            <w:shd w:val="clear" w:color="auto" w:fill="A6A6A6" w:themeFill="background1" w:themeFillShade="A6"/>
          </w:tcPr>
          <w:p w14:paraId="00CF3420" w14:textId="77777777" w:rsidR="00B11BB6" w:rsidRDefault="00B11BB6" w:rsidP="00B11BB6">
            <w:pPr>
              <w:jc w:val="center"/>
            </w:pPr>
            <w:r>
              <w:t>Das kann ich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280F717D" w14:textId="77777777" w:rsidR="00B11BB6" w:rsidRDefault="00B11BB6" w:rsidP="00B11BB6">
            <w:pPr>
              <w:jc w:val="center"/>
            </w:pPr>
            <w:r>
              <w:t>Das gelingt mir meistens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73819549" w14:textId="77777777" w:rsidR="00B11BB6" w:rsidRPr="00CD30D5" w:rsidRDefault="00B11BB6" w:rsidP="00B11BB6">
            <w:pPr>
              <w:jc w:val="center"/>
              <w:rPr>
                <w:color w:val="F2F2F2" w:themeColor="background1" w:themeShade="F2"/>
              </w:rPr>
            </w:pPr>
            <w:r w:rsidRPr="00CD30D5">
              <w:t>Das fällt mir noch schwer</w:t>
            </w:r>
          </w:p>
        </w:tc>
      </w:tr>
      <w:tr w:rsidR="00B11BB6" w14:paraId="58CF46D6" w14:textId="77777777" w:rsidTr="00CD30D5">
        <w:tc>
          <w:tcPr>
            <w:tcW w:w="2303" w:type="dxa"/>
          </w:tcPr>
          <w:p w14:paraId="0549DE4E" w14:textId="77777777" w:rsidR="00B11BB6" w:rsidRDefault="00CD30D5" w:rsidP="00437ACB">
            <w:r>
              <w:t>Das Projektfenster einrichten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7DE201CA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626BB012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584E8EF6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370B2406" w14:textId="77777777" w:rsidTr="00CD30D5">
        <w:tc>
          <w:tcPr>
            <w:tcW w:w="2303" w:type="dxa"/>
          </w:tcPr>
          <w:p w14:paraId="22DD66EC" w14:textId="77777777" w:rsidR="00B11BB6" w:rsidRDefault="00CD30D5" w:rsidP="00437ACB">
            <w:r>
              <w:t>Die Infozeile verstehen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22C223C8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0CE38467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0F5B279B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465EB70D" w14:textId="77777777" w:rsidTr="00CD30D5">
        <w:tc>
          <w:tcPr>
            <w:tcW w:w="2303" w:type="dxa"/>
          </w:tcPr>
          <w:p w14:paraId="4171D54B" w14:textId="77777777" w:rsidR="00B11BB6" w:rsidRDefault="00CD30D5" w:rsidP="00437ACB">
            <w:r>
              <w:t>MIDI-Dateien im-und exportieren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4710734A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5D23BDF0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3F3A9B25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57256733" w14:textId="77777777" w:rsidTr="00CD30D5">
        <w:tc>
          <w:tcPr>
            <w:tcW w:w="2303" w:type="dxa"/>
          </w:tcPr>
          <w:p w14:paraId="3AA15B0B" w14:textId="77777777" w:rsidR="00B11BB6" w:rsidRDefault="00CD30D5" w:rsidP="00437ACB">
            <w:r>
              <w:t>Die MIDI-Editoren anwenden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5B2E8F5C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243E9883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106D9623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4BC77199" w14:textId="77777777" w:rsidTr="00CD30D5">
        <w:tc>
          <w:tcPr>
            <w:tcW w:w="2303" w:type="dxa"/>
          </w:tcPr>
          <w:p w14:paraId="50F4E8FE" w14:textId="77777777" w:rsidR="00B11BB6" w:rsidRDefault="00CD30D5" w:rsidP="00437ACB">
            <w:r>
              <w:t>Das Mischpultkonzept auf die Spuren übertragen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5E9B2D77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022C1C3B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7143A96B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620636D9" w14:textId="77777777" w:rsidTr="00CD30D5">
        <w:tc>
          <w:tcPr>
            <w:tcW w:w="2303" w:type="dxa"/>
          </w:tcPr>
          <w:p w14:paraId="3D5DD193" w14:textId="77777777" w:rsidR="00B11BB6" w:rsidRDefault="00CD30D5" w:rsidP="00CD30D5">
            <w:r>
              <w:t>Die Effekte und die VST-Instrumente zur Optimierung des Sounds konfiguriert einsetzen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533DC9D2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047459D4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7EA6DA00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0CB3AAB8" w14:textId="77777777" w:rsidTr="00CD30D5">
        <w:tc>
          <w:tcPr>
            <w:tcW w:w="2303" w:type="dxa"/>
          </w:tcPr>
          <w:p w14:paraId="2372FE9F" w14:textId="77777777" w:rsidR="00B11BB6" w:rsidRDefault="00CD30D5" w:rsidP="00437ACB">
            <w:r>
              <w:t>Die Hilfefunktion heranziehen</w:t>
            </w:r>
          </w:p>
        </w:tc>
        <w:tc>
          <w:tcPr>
            <w:tcW w:w="2303" w:type="dxa"/>
            <w:shd w:val="clear" w:color="auto" w:fill="A6A6A6" w:themeFill="background1" w:themeFillShade="A6"/>
          </w:tcPr>
          <w:p w14:paraId="0D9EE0CC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2322AD14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0456B03C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  <w:tr w:rsidR="00B11BB6" w14:paraId="10009906" w14:textId="77777777" w:rsidTr="00CD30D5">
        <w:tc>
          <w:tcPr>
            <w:tcW w:w="2303" w:type="dxa"/>
          </w:tcPr>
          <w:p w14:paraId="63A8FBCE" w14:textId="77777777" w:rsidR="00B11BB6" w:rsidRDefault="00B11BB6" w:rsidP="00437ACB"/>
        </w:tc>
        <w:tc>
          <w:tcPr>
            <w:tcW w:w="2303" w:type="dxa"/>
            <w:shd w:val="clear" w:color="auto" w:fill="A6A6A6" w:themeFill="background1" w:themeFillShade="A6"/>
          </w:tcPr>
          <w:p w14:paraId="64D0F90E" w14:textId="77777777" w:rsidR="00B11BB6" w:rsidRDefault="00B11BB6" w:rsidP="00437ACB"/>
        </w:tc>
        <w:tc>
          <w:tcPr>
            <w:tcW w:w="2303" w:type="dxa"/>
            <w:tcBorders>
              <w:bottom w:val="nil"/>
            </w:tcBorders>
            <w:shd w:val="clear" w:color="auto" w:fill="BFBFBF" w:themeFill="background1" w:themeFillShade="BF"/>
          </w:tcPr>
          <w:p w14:paraId="3FEF8B84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63C82356" w14:textId="77777777" w:rsidR="00B11BB6" w:rsidRPr="00CD30D5" w:rsidRDefault="00B11BB6" w:rsidP="00437ACB">
            <w:pPr>
              <w:rPr>
                <w:color w:val="F2F2F2" w:themeColor="background1" w:themeShade="F2"/>
              </w:rPr>
            </w:pPr>
          </w:p>
        </w:tc>
      </w:tr>
    </w:tbl>
    <w:p w14:paraId="01FB3B8C" w14:textId="77777777" w:rsidR="00F81FBC" w:rsidRDefault="00F81FBC" w:rsidP="00F81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Ich möchte gern noch Folgendes lernen:</w:t>
      </w:r>
    </w:p>
    <w:p w14:paraId="6608B035" w14:textId="77777777" w:rsidR="00426483" w:rsidRDefault="00426483" w:rsidP="00F81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765CCAFA" w14:textId="77777777" w:rsidR="00426483" w:rsidRDefault="00426483" w:rsidP="00F81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60E3BDF9" w14:textId="77777777" w:rsidR="00426483" w:rsidRDefault="00426483" w:rsidP="00F81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1E281E76" w14:textId="77777777" w:rsidR="00F81FBC" w:rsidRDefault="00F81FBC" w:rsidP="00F81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04255BFB" w14:textId="77777777" w:rsidR="00B11BB6" w:rsidRDefault="00B11BB6"/>
    <w:p w14:paraId="28465EC3" w14:textId="77777777" w:rsidR="00B11BB6" w:rsidRDefault="00B11BB6"/>
    <w:p w14:paraId="2EAE299F" w14:textId="77777777" w:rsidR="00FA65BA" w:rsidRDefault="00FA65BA" w:rsidP="00B11BB6">
      <w:pPr>
        <w:rPr>
          <w:b/>
          <w:sz w:val="24"/>
        </w:rPr>
      </w:pPr>
    </w:p>
    <w:p w14:paraId="6A7F76E0" w14:textId="77777777" w:rsidR="00FA65BA" w:rsidRDefault="00FA65BA" w:rsidP="00B11BB6">
      <w:pPr>
        <w:rPr>
          <w:b/>
          <w:sz w:val="24"/>
        </w:rPr>
      </w:pPr>
    </w:p>
    <w:p w14:paraId="37005F78" w14:textId="77777777" w:rsidR="00FA65BA" w:rsidRDefault="00FA65BA" w:rsidP="00B11BB6">
      <w:pPr>
        <w:rPr>
          <w:b/>
          <w:sz w:val="24"/>
        </w:rPr>
      </w:pPr>
    </w:p>
    <w:p w14:paraId="245B4E3F" w14:textId="77777777" w:rsidR="00FA65BA" w:rsidRDefault="00FA65BA" w:rsidP="00B11BB6">
      <w:pPr>
        <w:rPr>
          <w:b/>
          <w:sz w:val="24"/>
        </w:rPr>
      </w:pPr>
    </w:p>
    <w:p w14:paraId="5DD57D95" w14:textId="77777777" w:rsidR="00FA65BA" w:rsidRDefault="00FA65BA" w:rsidP="00B11BB6">
      <w:pPr>
        <w:rPr>
          <w:b/>
          <w:sz w:val="24"/>
        </w:rPr>
      </w:pPr>
    </w:p>
    <w:p w14:paraId="623FADE5" w14:textId="77777777" w:rsidR="00FA65BA" w:rsidRDefault="00FA65BA" w:rsidP="00B11BB6">
      <w:pPr>
        <w:rPr>
          <w:b/>
          <w:sz w:val="24"/>
        </w:rPr>
      </w:pPr>
    </w:p>
    <w:p w14:paraId="23E4D20C" w14:textId="77777777" w:rsidR="009033CB" w:rsidRPr="009033CB" w:rsidRDefault="00CD30D5" w:rsidP="00B11BB6">
      <w:pPr>
        <w:rPr>
          <w:b/>
          <w:szCs w:val="22"/>
        </w:rPr>
      </w:pPr>
      <w:r w:rsidRPr="009033CB">
        <w:rPr>
          <w:b/>
          <w:szCs w:val="22"/>
        </w:rPr>
        <w:lastRenderedPageBreak/>
        <w:t xml:space="preserve">Was ich </w:t>
      </w:r>
      <w:r w:rsidR="000721BB" w:rsidRPr="009033CB">
        <w:rPr>
          <w:b/>
          <w:szCs w:val="22"/>
        </w:rPr>
        <w:t xml:space="preserve">beim Wahrnehmen und Gestalten von Bildern </w:t>
      </w:r>
      <w:r w:rsidRPr="009033CB">
        <w:rPr>
          <w:b/>
          <w:szCs w:val="22"/>
        </w:rPr>
        <w:t xml:space="preserve">schon kann und was ich noch lernen will </w:t>
      </w:r>
    </w:p>
    <w:p w14:paraId="1C5AD5AD" w14:textId="77777777" w:rsidR="009033CB" w:rsidRDefault="00401924" w:rsidP="00903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</w:pPr>
      <w:r>
        <w:t>Aufgabe: Schreibe</w:t>
      </w:r>
      <w:r w:rsidR="009033CB">
        <w:t xml:space="preserve"> zu</w:t>
      </w:r>
      <w:r>
        <w:t xml:space="preserve"> jeder Aussage ein Kreuz in die </w:t>
      </w:r>
      <w:r w:rsidR="009033CB">
        <w:t>Spalte, die deiner eigenen Einschätzung am nächsten kommt</w:t>
      </w:r>
      <w:r>
        <w:t>.</w:t>
      </w:r>
    </w:p>
    <w:p w14:paraId="63C413FB" w14:textId="77777777" w:rsidR="00B11BB6" w:rsidRPr="00FA65BA" w:rsidRDefault="00B11BB6" w:rsidP="00B11BB6">
      <w:pPr>
        <w:rPr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2088"/>
        <w:gridCol w:w="2303"/>
        <w:gridCol w:w="2303"/>
      </w:tblGrid>
      <w:tr w:rsidR="00B11BB6" w14:paraId="6C380A54" w14:textId="77777777" w:rsidTr="00FA65BA">
        <w:tc>
          <w:tcPr>
            <w:tcW w:w="2518" w:type="dxa"/>
          </w:tcPr>
          <w:p w14:paraId="743F5E9F" w14:textId="77777777" w:rsidR="00B11BB6" w:rsidRDefault="00B11BB6" w:rsidP="00437ACB"/>
        </w:tc>
        <w:tc>
          <w:tcPr>
            <w:tcW w:w="2088" w:type="dxa"/>
            <w:shd w:val="clear" w:color="auto" w:fill="A6A6A6" w:themeFill="background1" w:themeFillShade="A6"/>
          </w:tcPr>
          <w:p w14:paraId="3E1DDCD1" w14:textId="77777777" w:rsidR="00B11BB6" w:rsidRDefault="00B11BB6" w:rsidP="00B11BB6">
            <w:pPr>
              <w:jc w:val="center"/>
            </w:pPr>
            <w:r>
              <w:t>Das kann ich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1AAD1CDD" w14:textId="77777777" w:rsidR="00B11BB6" w:rsidRDefault="00B11BB6" w:rsidP="00B11BB6">
            <w:pPr>
              <w:jc w:val="center"/>
            </w:pPr>
            <w:r>
              <w:t>Das gelingt mir meistens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7E390314" w14:textId="77777777" w:rsidR="00B11BB6" w:rsidRDefault="00B11BB6" w:rsidP="00B11BB6">
            <w:pPr>
              <w:jc w:val="center"/>
            </w:pPr>
            <w:r>
              <w:t>Das fällt mir noch schwer</w:t>
            </w:r>
          </w:p>
        </w:tc>
      </w:tr>
      <w:tr w:rsidR="00B11BB6" w14:paraId="348FB2D4" w14:textId="77777777" w:rsidTr="00FA65BA">
        <w:tc>
          <w:tcPr>
            <w:tcW w:w="2518" w:type="dxa"/>
          </w:tcPr>
          <w:p w14:paraId="3CF1204B" w14:textId="77777777" w:rsidR="00B11BB6" w:rsidRDefault="000721BB" w:rsidP="000721BB">
            <w:r>
              <w:t xml:space="preserve">Mich auf die Betrachtung des Bildes konzentrieren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0970A6C1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41B9F4DB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15F35EFC" w14:textId="77777777" w:rsidR="00B11BB6" w:rsidRDefault="00B11BB6" w:rsidP="00437ACB"/>
        </w:tc>
      </w:tr>
      <w:tr w:rsidR="00B11BB6" w14:paraId="09F2C956" w14:textId="77777777" w:rsidTr="00FA65BA">
        <w:tc>
          <w:tcPr>
            <w:tcW w:w="2518" w:type="dxa"/>
          </w:tcPr>
          <w:p w14:paraId="07CC3B39" w14:textId="77777777" w:rsidR="00B11BB6" w:rsidRDefault="00FA65BA" w:rsidP="00437ACB">
            <w:r>
              <w:t>Meine Eindrücke in der Betrachtung des Bildes sammeln und ordnen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108A2C5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035927BA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0E55BAFA" w14:textId="77777777" w:rsidR="00B11BB6" w:rsidRDefault="00B11BB6" w:rsidP="00437ACB"/>
        </w:tc>
      </w:tr>
      <w:tr w:rsidR="00B11BB6" w14:paraId="52859115" w14:textId="77777777" w:rsidTr="00FA65BA">
        <w:tc>
          <w:tcPr>
            <w:tcW w:w="2518" w:type="dxa"/>
          </w:tcPr>
          <w:p w14:paraId="4222AAC7" w14:textId="77777777" w:rsidR="00B11BB6" w:rsidRDefault="00FA65BA" w:rsidP="00437ACB">
            <w:r>
              <w:t>Gesehenes beschreiben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6FE7985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2B88CC5E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3A14FEF3" w14:textId="77777777" w:rsidR="00B11BB6" w:rsidRDefault="00B11BB6" w:rsidP="00437ACB"/>
        </w:tc>
      </w:tr>
      <w:tr w:rsidR="00B11BB6" w14:paraId="1FF52914" w14:textId="77777777" w:rsidTr="00FA65BA">
        <w:tc>
          <w:tcPr>
            <w:tcW w:w="2518" w:type="dxa"/>
          </w:tcPr>
          <w:p w14:paraId="691BC68A" w14:textId="77777777" w:rsidR="00B11BB6" w:rsidRDefault="00FA65BA" w:rsidP="00437ACB">
            <w:r>
              <w:t>Selbst</w:t>
            </w:r>
            <w:r w:rsidR="00401924">
              <w:t>st</w:t>
            </w:r>
            <w:r>
              <w:t>ändig eine bildnerische Lösung für die gestellte Aufgabe finden und umsetzen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699C9C42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3823810B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451A6082" w14:textId="77777777" w:rsidR="00B11BB6" w:rsidRDefault="00B11BB6" w:rsidP="00437ACB"/>
        </w:tc>
      </w:tr>
      <w:tr w:rsidR="00B11BB6" w14:paraId="28FAC0B7" w14:textId="77777777" w:rsidTr="00FA65BA">
        <w:tc>
          <w:tcPr>
            <w:tcW w:w="2518" w:type="dxa"/>
          </w:tcPr>
          <w:p w14:paraId="1B35B38B" w14:textId="77777777" w:rsidR="00B11BB6" w:rsidRDefault="00FA65BA" w:rsidP="00437ACB">
            <w:r>
              <w:t xml:space="preserve">Das von mir gewählte Material in seiner Eigenart einschätzen und angemessen einsetzen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763595B6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00BD6C7E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7DF7DD89" w14:textId="77777777" w:rsidR="00B11BB6" w:rsidRDefault="00B11BB6" w:rsidP="00437ACB"/>
        </w:tc>
      </w:tr>
      <w:tr w:rsidR="00B11BB6" w14:paraId="5F59FF85" w14:textId="77777777" w:rsidTr="00FA65BA">
        <w:tc>
          <w:tcPr>
            <w:tcW w:w="2518" w:type="dxa"/>
          </w:tcPr>
          <w:p w14:paraId="36BFF9BC" w14:textId="77777777" w:rsidR="00B11BB6" w:rsidRDefault="00FA65BA" w:rsidP="00437ACB">
            <w:r>
              <w:t xml:space="preserve">Die gefundene Lösung mit anderen Lösungen </w:t>
            </w:r>
            <w:r w:rsidR="00FA3E00">
              <w:t>Kriterien orientiert</w:t>
            </w:r>
            <w:r>
              <w:t xml:space="preserve"> vergleichen und beurteilen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7DDC5F2F" w14:textId="77777777" w:rsidR="00B11BB6" w:rsidRDefault="00B11BB6" w:rsidP="00437ACB"/>
        </w:tc>
        <w:tc>
          <w:tcPr>
            <w:tcW w:w="2303" w:type="dxa"/>
            <w:shd w:val="clear" w:color="auto" w:fill="BFBFBF" w:themeFill="background1" w:themeFillShade="BF"/>
          </w:tcPr>
          <w:p w14:paraId="0A3C8FA1" w14:textId="77777777" w:rsidR="00B11BB6" w:rsidRDefault="00B11BB6" w:rsidP="00437ACB"/>
        </w:tc>
        <w:tc>
          <w:tcPr>
            <w:tcW w:w="2303" w:type="dxa"/>
            <w:shd w:val="clear" w:color="auto" w:fill="D9D9D9" w:themeFill="background1" w:themeFillShade="D9"/>
          </w:tcPr>
          <w:p w14:paraId="505EC936" w14:textId="77777777" w:rsidR="00B11BB6" w:rsidRDefault="00B11BB6" w:rsidP="00437ACB"/>
        </w:tc>
      </w:tr>
    </w:tbl>
    <w:p w14:paraId="1AAC8888" w14:textId="77777777" w:rsidR="00FA65BA" w:rsidRDefault="00FA65BA" w:rsidP="00FA65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Ich möchte gern noch Folgendes lernen:</w:t>
      </w:r>
    </w:p>
    <w:p w14:paraId="1BFBDBB1" w14:textId="77777777" w:rsidR="00426483" w:rsidRDefault="00426483" w:rsidP="00FA65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2827CDCC" w14:textId="77777777" w:rsidR="00426483" w:rsidRDefault="00426483" w:rsidP="00FA65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1A0EE34D" w14:textId="77777777" w:rsidR="00426483" w:rsidRDefault="00426483" w:rsidP="00FA65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67FE7C81" w14:textId="77777777" w:rsidR="00FA65BA" w:rsidRDefault="00FA65BA" w:rsidP="00FA65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28FB5C6C" w14:textId="77777777" w:rsidR="00B11BB6" w:rsidRDefault="00B11BB6" w:rsidP="00B11BB6"/>
    <w:p w14:paraId="4E1562DE" w14:textId="77777777" w:rsidR="00B91FC4" w:rsidRDefault="00B91FC4" w:rsidP="00B11BB6"/>
    <w:p w14:paraId="257EAB01" w14:textId="77777777" w:rsidR="00B91FC4" w:rsidRDefault="00B91FC4" w:rsidP="00B11BB6"/>
    <w:p w14:paraId="0772FC5D" w14:textId="77777777" w:rsidR="00B91FC4" w:rsidRDefault="00B91FC4" w:rsidP="00B11BB6"/>
    <w:p w14:paraId="61483BB3" w14:textId="77777777" w:rsidR="00B91FC4" w:rsidRDefault="00B91FC4" w:rsidP="00B11BB6"/>
    <w:p w14:paraId="2B27198C" w14:textId="77777777" w:rsidR="00B91FC4" w:rsidRDefault="00B91FC4" w:rsidP="00B11BB6"/>
    <w:p w14:paraId="160BC955" w14:textId="77777777" w:rsidR="00B91FC4" w:rsidRDefault="00B91FC4" w:rsidP="00B11BB6"/>
    <w:p w14:paraId="5D378191" w14:textId="77777777" w:rsidR="00B91FC4" w:rsidRDefault="00B91FC4" w:rsidP="00B11BB6"/>
    <w:p w14:paraId="357280A7" w14:textId="77777777" w:rsidR="00B91FC4" w:rsidRDefault="00B91FC4" w:rsidP="00B11BB6"/>
    <w:p w14:paraId="5BD90800" w14:textId="77777777" w:rsidR="009033CB" w:rsidRPr="009033CB" w:rsidRDefault="00D021CE" w:rsidP="00D021CE">
      <w:pPr>
        <w:rPr>
          <w:b/>
          <w:sz w:val="28"/>
          <w:szCs w:val="28"/>
        </w:rPr>
      </w:pPr>
      <w:r w:rsidRPr="009033CB">
        <w:rPr>
          <w:b/>
          <w:sz w:val="28"/>
          <w:szCs w:val="28"/>
        </w:rPr>
        <w:lastRenderedPageBreak/>
        <w:t xml:space="preserve">Was ich </w:t>
      </w:r>
      <w:r w:rsidR="009033CB" w:rsidRPr="009033CB">
        <w:rPr>
          <w:b/>
          <w:sz w:val="28"/>
          <w:szCs w:val="28"/>
        </w:rPr>
        <w:t xml:space="preserve">auf meinem Instrument </w:t>
      </w:r>
      <w:r w:rsidRPr="009033CB">
        <w:rPr>
          <w:b/>
          <w:sz w:val="28"/>
          <w:szCs w:val="28"/>
        </w:rPr>
        <w:t xml:space="preserve">schon kann und was ich noch lernen will </w:t>
      </w:r>
    </w:p>
    <w:p w14:paraId="3014C74F" w14:textId="77777777" w:rsidR="009033CB" w:rsidRDefault="009033CB" w:rsidP="00903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</w:pPr>
      <w:r>
        <w:t xml:space="preserve">Aufgabe: </w:t>
      </w:r>
      <w:r w:rsidR="00401924">
        <w:t>Schreibe</w:t>
      </w:r>
      <w:r>
        <w:t xml:space="preserve"> zu jeder Aussage ein Kreuz in </w:t>
      </w:r>
      <w:r w:rsidR="00401924">
        <w:t>die</w:t>
      </w:r>
      <w:r>
        <w:t xml:space="preserve"> Spalte, die deiner eigenen Einschätzung am nächsten kommt</w:t>
      </w:r>
      <w:r w:rsidR="00401924">
        <w:t>.</w:t>
      </w:r>
    </w:p>
    <w:p w14:paraId="282EFD57" w14:textId="77777777" w:rsidR="00D021CE" w:rsidRPr="00FA65BA" w:rsidRDefault="00D021CE" w:rsidP="00D021CE">
      <w:pPr>
        <w:rPr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230"/>
        <w:gridCol w:w="2303"/>
        <w:gridCol w:w="2303"/>
      </w:tblGrid>
      <w:tr w:rsidR="009033CB" w14:paraId="5CF67197" w14:textId="77777777" w:rsidTr="009033CB">
        <w:tc>
          <w:tcPr>
            <w:tcW w:w="2376" w:type="dxa"/>
          </w:tcPr>
          <w:p w14:paraId="2DB9ABB4" w14:textId="77777777" w:rsidR="00D021CE" w:rsidRDefault="00D021CE" w:rsidP="004426E8"/>
        </w:tc>
        <w:tc>
          <w:tcPr>
            <w:tcW w:w="2230" w:type="dxa"/>
            <w:shd w:val="clear" w:color="auto" w:fill="A6A6A6" w:themeFill="background1" w:themeFillShade="A6"/>
          </w:tcPr>
          <w:p w14:paraId="46FCDB9A" w14:textId="77777777" w:rsidR="00D021CE" w:rsidRDefault="00D021CE" w:rsidP="004426E8">
            <w:pPr>
              <w:jc w:val="center"/>
            </w:pPr>
            <w:r>
              <w:t>Das kann ich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6D817A29" w14:textId="77777777" w:rsidR="00D021CE" w:rsidRDefault="00D021CE" w:rsidP="004426E8">
            <w:pPr>
              <w:jc w:val="center"/>
            </w:pPr>
            <w:r>
              <w:t>Das gelingt mir meistens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1B386138" w14:textId="77777777" w:rsidR="00D021CE" w:rsidRDefault="00D021CE" w:rsidP="004426E8">
            <w:pPr>
              <w:jc w:val="center"/>
            </w:pPr>
            <w:r>
              <w:t>Das fällt mir noch schwer</w:t>
            </w:r>
          </w:p>
        </w:tc>
      </w:tr>
      <w:tr w:rsidR="009033CB" w14:paraId="541C5941" w14:textId="77777777" w:rsidTr="009033CB">
        <w:tc>
          <w:tcPr>
            <w:tcW w:w="2376" w:type="dxa"/>
          </w:tcPr>
          <w:p w14:paraId="75709C4C" w14:textId="77777777" w:rsidR="00D021CE" w:rsidRDefault="009033CB" w:rsidP="004426E8">
            <w:r>
              <w:t>Mit Rhythmus-instrumenten Lieder begleiten</w:t>
            </w:r>
            <w:r w:rsidR="00D021CE">
              <w:t xml:space="preserve"> 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7C2905C5" w14:textId="77777777" w:rsidR="00D021CE" w:rsidRDefault="00D021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4CCF41A3" w14:textId="77777777" w:rsidR="00D021CE" w:rsidRDefault="00D021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4615F9C8" w14:textId="77777777" w:rsidR="00D021CE" w:rsidRDefault="00D021CE" w:rsidP="004426E8"/>
        </w:tc>
      </w:tr>
      <w:tr w:rsidR="009033CB" w14:paraId="5E095A68" w14:textId="77777777" w:rsidTr="009033CB">
        <w:tc>
          <w:tcPr>
            <w:tcW w:w="2376" w:type="dxa"/>
          </w:tcPr>
          <w:p w14:paraId="5E98E628" w14:textId="77777777" w:rsidR="00D021CE" w:rsidRDefault="00FC6CEB" w:rsidP="00FC6CEB">
            <w:r>
              <w:t xml:space="preserve">Mit meinem Instrument eine Tonleiter, ein einfaches Lied oder eine einfache Begleitung spielen 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2AC27AAD" w14:textId="77777777" w:rsidR="00D021CE" w:rsidRDefault="00D021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01E91924" w14:textId="77777777" w:rsidR="00D021CE" w:rsidRDefault="00D021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667628D5" w14:textId="77777777" w:rsidR="00D021CE" w:rsidRDefault="00D021CE" w:rsidP="004426E8"/>
        </w:tc>
      </w:tr>
      <w:tr w:rsidR="009033CB" w14:paraId="2DEDD7AA" w14:textId="77777777" w:rsidTr="009033CB">
        <w:tc>
          <w:tcPr>
            <w:tcW w:w="2376" w:type="dxa"/>
          </w:tcPr>
          <w:p w14:paraId="27DE2F42" w14:textId="77777777" w:rsidR="00D021CE" w:rsidRDefault="003B51B1" w:rsidP="004426E8">
            <w:r>
              <w:t xml:space="preserve">In freier Gestaltung eine Geschichte </w:t>
            </w:r>
            <w:proofErr w:type="spellStart"/>
            <w:r>
              <w:t>verklanglichen</w:t>
            </w:r>
            <w:proofErr w:type="spellEnd"/>
            <w:r>
              <w:t xml:space="preserve"> 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11C7CAE6" w14:textId="77777777" w:rsidR="00D021CE" w:rsidRDefault="00D021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38BF9DD1" w14:textId="77777777" w:rsidR="00D021CE" w:rsidRDefault="00D021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2A16209C" w14:textId="77777777" w:rsidR="00D021CE" w:rsidRDefault="00D021CE" w:rsidP="004426E8"/>
        </w:tc>
      </w:tr>
      <w:tr w:rsidR="009033CB" w14:paraId="17E385D7" w14:textId="77777777" w:rsidTr="009033CB">
        <w:tc>
          <w:tcPr>
            <w:tcW w:w="2376" w:type="dxa"/>
          </w:tcPr>
          <w:p w14:paraId="18776A2E" w14:textId="77777777" w:rsidR="00D021CE" w:rsidRDefault="003B51B1" w:rsidP="003E32B8">
            <w:r>
              <w:t xml:space="preserve">Solistisch oder im Zusammenspiel das Tempo halten und dynamisch </w:t>
            </w:r>
            <w:r w:rsidR="003E32B8">
              <w:t>differenziert</w:t>
            </w:r>
            <w:r w:rsidR="00401924">
              <w:t xml:space="preserve"> spielen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38311CE3" w14:textId="77777777" w:rsidR="00D021CE" w:rsidRDefault="00D021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4F2DF074" w14:textId="77777777" w:rsidR="00D021CE" w:rsidRDefault="00D021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306E70A0" w14:textId="77777777" w:rsidR="00D021CE" w:rsidRDefault="00D021CE" w:rsidP="004426E8"/>
        </w:tc>
      </w:tr>
      <w:tr w:rsidR="009033CB" w14:paraId="0AC50D56" w14:textId="77777777" w:rsidTr="009033CB">
        <w:tc>
          <w:tcPr>
            <w:tcW w:w="2376" w:type="dxa"/>
          </w:tcPr>
          <w:p w14:paraId="0E92492C" w14:textId="77777777" w:rsidR="00D021CE" w:rsidRDefault="003B51B1" w:rsidP="002D797F">
            <w:r>
              <w:t>Einem vorgegebenem Anfang eigene Elemente hinzufügen und sie auch für andere Instrumente entwickeln</w:t>
            </w:r>
            <w:r w:rsidR="002D797F">
              <w:t xml:space="preserve"> </w:t>
            </w:r>
            <w:r w:rsidR="00D021CE">
              <w:t xml:space="preserve"> 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1D0DDC14" w14:textId="77777777" w:rsidR="00D021CE" w:rsidRDefault="00D021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37C09C7F" w14:textId="77777777" w:rsidR="00D021CE" w:rsidRDefault="00D021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73407492" w14:textId="77777777" w:rsidR="00D021CE" w:rsidRDefault="00D021CE" w:rsidP="004426E8"/>
        </w:tc>
      </w:tr>
      <w:tr w:rsidR="009033CB" w14:paraId="658468AA" w14:textId="77777777" w:rsidTr="009033CB">
        <w:tc>
          <w:tcPr>
            <w:tcW w:w="2376" w:type="dxa"/>
          </w:tcPr>
          <w:p w14:paraId="449D5F4E" w14:textId="77777777" w:rsidR="00D021CE" w:rsidRDefault="00D021CE" w:rsidP="004426E8">
            <w:r>
              <w:t xml:space="preserve">Die gefundene Lösung mit anderen Lösungen </w:t>
            </w:r>
            <w:r w:rsidR="00B00055">
              <w:t>Kriterien orientiert</w:t>
            </w:r>
            <w:r>
              <w:t xml:space="preserve"> vergleichen und beurteilen </w:t>
            </w:r>
          </w:p>
        </w:tc>
        <w:tc>
          <w:tcPr>
            <w:tcW w:w="2230" w:type="dxa"/>
            <w:shd w:val="clear" w:color="auto" w:fill="A6A6A6" w:themeFill="background1" w:themeFillShade="A6"/>
          </w:tcPr>
          <w:p w14:paraId="645DFC9D" w14:textId="77777777" w:rsidR="00D021CE" w:rsidRDefault="00D021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04B1059B" w14:textId="77777777" w:rsidR="00D021CE" w:rsidRDefault="00D021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1630B45F" w14:textId="77777777" w:rsidR="00D021CE" w:rsidRDefault="00D021CE" w:rsidP="004426E8"/>
        </w:tc>
      </w:tr>
    </w:tbl>
    <w:p w14:paraId="23B03EE4" w14:textId="77777777" w:rsidR="00D021CE" w:rsidRDefault="00D021CE" w:rsidP="00D02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Ich möchte gern noch Folgendes lernen:</w:t>
      </w:r>
    </w:p>
    <w:p w14:paraId="3B697158" w14:textId="77777777" w:rsidR="002D797F" w:rsidRDefault="002D797F" w:rsidP="00D02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4832D2CB" w14:textId="77777777" w:rsidR="00426483" w:rsidRDefault="00426483" w:rsidP="00D02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60CD9D12" w14:textId="77777777" w:rsidR="00426483" w:rsidRDefault="00426483" w:rsidP="00D02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4B0FA7E3" w14:textId="77777777" w:rsidR="00426483" w:rsidRDefault="00426483" w:rsidP="00D02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572DFF81" w14:textId="77777777" w:rsidR="00D021CE" w:rsidRDefault="00D021CE" w:rsidP="00B11BB6"/>
    <w:p w14:paraId="1AAFDD18" w14:textId="77777777" w:rsidR="00D021CE" w:rsidRDefault="00D021CE" w:rsidP="00B11BB6"/>
    <w:p w14:paraId="67C1A467" w14:textId="77777777" w:rsidR="002D797F" w:rsidRDefault="002D797F" w:rsidP="00B11BB6"/>
    <w:p w14:paraId="0ACCF696" w14:textId="77777777" w:rsidR="002D797F" w:rsidRDefault="002D797F" w:rsidP="00B11BB6"/>
    <w:p w14:paraId="1839BA2D" w14:textId="77777777" w:rsidR="002D797F" w:rsidRPr="00FA65BA" w:rsidRDefault="002D797F" w:rsidP="002D797F">
      <w:pPr>
        <w:rPr>
          <w:szCs w:val="22"/>
        </w:rPr>
      </w:pPr>
      <w:r w:rsidRPr="00FA65BA">
        <w:rPr>
          <w:b/>
          <w:szCs w:val="22"/>
        </w:rPr>
        <w:lastRenderedPageBreak/>
        <w:t xml:space="preserve">Was ich beim </w:t>
      </w:r>
      <w:r>
        <w:rPr>
          <w:b/>
          <w:szCs w:val="22"/>
        </w:rPr>
        <w:t>ausdrucks- und formbezogenen Bewegen zu Musik</w:t>
      </w:r>
      <w:r w:rsidRPr="00FA65BA">
        <w:rPr>
          <w:b/>
          <w:szCs w:val="22"/>
        </w:rPr>
        <w:t xml:space="preserve"> schon kann und was ich noch lernen will </w:t>
      </w:r>
      <w:r w:rsidRPr="00FA65BA">
        <w:rPr>
          <w:b/>
          <w:szCs w:val="22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2088"/>
        <w:gridCol w:w="2303"/>
        <w:gridCol w:w="2303"/>
      </w:tblGrid>
      <w:tr w:rsidR="002D797F" w14:paraId="102446C0" w14:textId="77777777" w:rsidTr="004426E8">
        <w:tc>
          <w:tcPr>
            <w:tcW w:w="2518" w:type="dxa"/>
          </w:tcPr>
          <w:p w14:paraId="79A8035F" w14:textId="77777777" w:rsidR="002D797F" w:rsidRDefault="002D797F" w:rsidP="004426E8"/>
        </w:tc>
        <w:tc>
          <w:tcPr>
            <w:tcW w:w="2088" w:type="dxa"/>
            <w:shd w:val="clear" w:color="auto" w:fill="A6A6A6" w:themeFill="background1" w:themeFillShade="A6"/>
          </w:tcPr>
          <w:p w14:paraId="3D96481A" w14:textId="77777777" w:rsidR="002D797F" w:rsidRDefault="002D797F" w:rsidP="004426E8">
            <w:pPr>
              <w:jc w:val="center"/>
            </w:pPr>
            <w:r>
              <w:t>Das kann ich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4958D933" w14:textId="77777777" w:rsidR="002D797F" w:rsidRDefault="002D797F" w:rsidP="004426E8">
            <w:pPr>
              <w:jc w:val="center"/>
            </w:pPr>
            <w:r>
              <w:t>Das gelingt mir meistens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70914581" w14:textId="77777777" w:rsidR="002D797F" w:rsidRDefault="002D797F" w:rsidP="004426E8">
            <w:pPr>
              <w:jc w:val="center"/>
            </w:pPr>
            <w:r>
              <w:t>Das fällt mir noch schwer</w:t>
            </w:r>
          </w:p>
        </w:tc>
      </w:tr>
      <w:tr w:rsidR="002D797F" w14:paraId="0A388739" w14:textId="77777777" w:rsidTr="004426E8">
        <w:tc>
          <w:tcPr>
            <w:tcW w:w="2518" w:type="dxa"/>
          </w:tcPr>
          <w:p w14:paraId="5ABAE1FB" w14:textId="77777777" w:rsidR="002D797F" w:rsidRDefault="002D797F" w:rsidP="004426E8">
            <w:r>
              <w:t xml:space="preserve">Mich in allen Richtungen vorwärts und rückwärts bewegen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E7C36CB" w14:textId="77777777" w:rsidR="002D797F" w:rsidRDefault="002D797F" w:rsidP="004426E8"/>
        </w:tc>
        <w:tc>
          <w:tcPr>
            <w:tcW w:w="2303" w:type="dxa"/>
            <w:shd w:val="clear" w:color="auto" w:fill="BFBFBF" w:themeFill="background1" w:themeFillShade="BF"/>
          </w:tcPr>
          <w:p w14:paraId="0E4EF712" w14:textId="77777777" w:rsidR="002D797F" w:rsidRDefault="002D797F" w:rsidP="004426E8"/>
        </w:tc>
        <w:tc>
          <w:tcPr>
            <w:tcW w:w="2303" w:type="dxa"/>
            <w:shd w:val="clear" w:color="auto" w:fill="D9D9D9" w:themeFill="background1" w:themeFillShade="D9"/>
          </w:tcPr>
          <w:p w14:paraId="0669218B" w14:textId="77777777" w:rsidR="002D797F" w:rsidRDefault="002D797F" w:rsidP="004426E8"/>
        </w:tc>
      </w:tr>
      <w:tr w:rsidR="002D797F" w14:paraId="6B8FC2B7" w14:textId="77777777" w:rsidTr="004426E8">
        <w:tc>
          <w:tcPr>
            <w:tcW w:w="2518" w:type="dxa"/>
          </w:tcPr>
          <w:p w14:paraId="35A85240" w14:textId="77777777" w:rsidR="002D797F" w:rsidRDefault="002D797F" w:rsidP="004426E8">
            <w:r>
              <w:t>Mich von schnell bis langsam bewegen und Akzente in meine Bewegungen setzen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1568321A" w14:textId="77777777" w:rsidR="002D797F" w:rsidRDefault="002D797F" w:rsidP="004426E8"/>
        </w:tc>
        <w:tc>
          <w:tcPr>
            <w:tcW w:w="2303" w:type="dxa"/>
            <w:shd w:val="clear" w:color="auto" w:fill="BFBFBF" w:themeFill="background1" w:themeFillShade="BF"/>
          </w:tcPr>
          <w:p w14:paraId="5956C28C" w14:textId="77777777" w:rsidR="002D797F" w:rsidRDefault="002D797F" w:rsidP="004426E8"/>
        </w:tc>
        <w:tc>
          <w:tcPr>
            <w:tcW w:w="2303" w:type="dxa"/>
            <w:shd w:val="clear" w:color="auto" w:fill="D9D9D9" w:themeFill="background1" w:themeFillShade="D9"/>
          </w:tcPr>
          <w:p w14:paraId="70724A0D" w14:textId="77777777" w:rsidR="002D797F" w:rsidRDefault="002D797F" w:rsidP="004426E8"/>
        </w:tc>
      </w:tr>
      <w:tr w:rsidR="002D797F" w14:paraId="4232EE5A" w14:textId="77777777" w:rsidTr="004426E8">
        <w:tc>
          <w:tcPr>
            <w:tcW w:w="2518" w:type="dxa"/>
          </w:tcPr>
          <w:p w14:paraId="052DD933" w14:textId="77777777" w:rsidR="002D797F" w:rsidRDefault="002D797F" w:rsidP="004426E8">
            <w:r>
              <w:t>Allein oder in der Gruppe Formteile entwickeln und zu einem Ganzen zusammenfügen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AF23099" w14:textId="77777777" w:rsidR="002D797F" w:rsidRDefault="002D797F" w:rsidP="004426E8"/>
        </w:tc>
        <w:tc>
          <w:tcPr>
            <w:tcW w:w="2303" w:type="dxa"/>
            <w:shd w:val="clear" w:color="auto" w:fill="BFBFBF" w:themeFill="background1" w:themeFillShade="BF"/>
          </w:tcPr>
          <w:p w14:paraId="483F4AD4" w14:textId="77777777" w:rsidR="002D797F" w:rsidRDefault="002D797F" w:rsidP="004426E8"/>
        </w:tc>
        <w:tc>
          <w:tcPr>
            <w:tcW w:w="2303" w:type="dxa"/>
            <w:shd w:val="clear" w:color="auto" w:fill="D9D9D9" w:themeFill="background1" w:themeFillShade="D9"/>
          </w:tcPr>
          <w:p w14:paraId="3F267A69" w14:textId="77777777" w:rsidR="002D797F" w:rsidRDefault="002D797F" w:rsidP="004426E8"/>
        </w:tc>
      </w:tr>
      <w:tr w:rsidR="002D797F" w14:paraId="3C160059" w14:textId="77777777" w:rsidTr="004426E8">
        <w:tc>
          <w:tcPr>
            <w:tcW w:w="2518" w:type="dxa"/>
          </w:tcPr>
          <w:p w14:paraId="36EED53A" w14:textId="77777777" w:rsidR="002D797F" w:rsidRDefault="002D797F" w:rsidP="004426E8">
            <w:r>
              <w:t>Zu einer vorgegebenen Aufgabe einen Bewegungsablauf gestalten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0376E672" w14:textId="77777777" w:rsidR="002D797F" w:rsidRDefault="002D797F" w:rsidP="004426E8"/>
        </w:tc>
        <w:tc>
          <w:tcPr>
            <w:tcW w:w="2303" w:type="dxa"/>
            <w:shd w:val="clear" w:color="auto" w:fill="BFBFBF" w:themeFill="background1" w:themeFillShade="BF"/>
          </w:tcPr>
          <w:p w14:paraId="037344C3" w14:textId="77777777" w:rsidR="002D797F" w:rsidRDefault="002D797F" w:rsidP="004426E8"/>
        </w:tc>
        <w:tc>
          <w:tcPr>
            <w:tcW w:w="2303" w:type="dxa"/>
            <w:shd w:val="clear" w:color="auto" w:fill="D9D9D9" w:themeFill="background1" w:themeFillShade="D9"/>
          </w:tcPr>
          <w:p w14:paraId="782199CB" w14:textId="77777777" w:rsidR="002D797F" w:rsidRDefault="002D797F" w:rsidP="004426E8"/>
        </w:tc>
      </w:tr>
      <w:tr w:rsidR="002D797F" w14:paraId="42060A16" w14:textId="77777777" w:rsidTr="004426E8">
        <w:tc>
          <w:tcPr>
            <w:tcW w:w="2518" w:type="dxa"/>
          </w:tcPr>
          <w:p w14:paraId="33183D0F" w14:textId="77777777" w:rsidR="002D797F" w:rsidRDefault="002D797F" w:rsidP="004426E8">
            <w:r>
              <w:t>Mit Mimik, Gestik und Körperspr</w:t>
            </w:r>
            <w:r w:rsidR="00401924">
              <w:t>ache eine gemeinsame Choreograf</w:t>
            </w:r>
            <w:r>
              <w:t xml:space="preserve">ie erstellen 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3EB436A" w14:textId="77777777" w:rsidR="002D797F" w:rsidRDefault="002D797F" w:rsidP="004426E8"/>
        </w:tc>
        <w:tc>
          <w:tcPr>
            <w:tcW w:w="2303" w:type="dxa"/>
            <w:shd w:val="clear" w:color="auto" w:fill="BFBFBF" w:themeFill="background1" w:themeFillShade="BF"/>
          </w:tcPr>
          <w:p w14:paraId="3386009E" w14:textId="77777777" w:rsidR="002D797F" w:rsidRDefault="002D797F" w:rsidP="004426E8"/>
        </w:tc>
        <w:tc>
          <w:tcPr>
            <w:tcW w:w="2303" w:type="dxa"/>
            <w:shd w:val="clear" w:color="auto" w:fill="D9D9D9" w:themeFill="background1" w:themeFillShade="D9"/>
          </w:tcPr>
          <w:p w14:paraId="36D26F56" w14:textId="77777777" w:rsidR="002D797F" w:rsidRDefault="002D797F" w:rsidP="004426E8"/>
        </w:tc>
      </w:tr>
      <w:tr w:rsidR="002D797F" w14:paraId="025FC5D3" w14:textId="77777777" w:rsidTr="004426E8">
        <w:tc>
          <w:tcPr>
            <w:tcW w:w="2518" w:type="dxa"/>
          </w:tcPr>
          <w:p w14:paraId="7CBDD1A5" w14:textId="77777777" w:rsidR="002D797F" w:rsidRDefault="002D797F" w:rsidP="004426E8">
            <w:r>
              <w:t xml:space="preserve">Die gefundene Lösung mit anderen Lösungen Kriterien orientiert vergleichen und beurteilen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1920971D" w14:textId="77777777" w:rsidR="002D797F" w:rsidRDefault="002D797F" w:rsidP="004426E8"/>
        </w:tc>
        <w:tc>
          <w:tcPr>
            <w:tcW w:w="2303" w:type="dxa"/>
            <w:shd w:val="clear" w:color="auto" w:fill="BFBFBF" w:themeFill="background1" w:themeFillShade="BF"/>
          </w:tcPr>
          <w:p w14:paraId="1251E3DE" w14:textId="77777777" w:rsidR="002D797F" w:rsidRDefault="002D797F" w:rsidP="004426E8"/>
        </w:tc>
        <w:tc>
          <w:tcPr>
            <w:tcW w:w="2303" w:type="dxa"/>
            <w:shd w:val="clear" w:color="auto" w:fill="D9D9D9" w:themeFill="background1" w:themeFillShade="D9"/>
          </w:tcPr>
          <w:p w14:paraId="6A9F7531" w14:textId="77777777" w:rsidR="002D797F" w:rsidRDefault="002D797F" w:rsidP="004426E8"/>
        </w:tc>
      </w:tr>
    </w:tbl>
    <w:p w14:paraId="2F34EE25" w14:textId="77777777" w:rsidR="002D797F" w:rsidRDefault="002D797F" w:rsidP="002D7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Ich möchte gern noch Folgendes lernen:</w:t>
      </w:r>
    </w:p>
    <w:p w14:paraId="1CA0C7A7" w14:textId="77777777" w:rsidR="002D797F" w:rsidRDefault="002D797F" w:rsidP="002D7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32A87BF8" w14:textId="77777777" w:rsidR="00426483" w:rsidRDefault="00426483" w:rsidP="002D7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04A89E08" w14:textId="77777777" w:rsidR="00426483" w:rsidRDefault="00426483" w:rsidP="002D7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53C35094" w14:textId="77777777" w:rsidR="00426483" w:rsidRDefault="00426483" w:rsidP="002D7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5F1823B6" w14:textId="77777777" w:rsidR="002D797F" w:rsidRDefault="002D797F" w:rsidP="00B11BB6"/>
    <w:p w14:paraId="3C1EF959" w14:textId="77777777" w:rsidR="005169BE" w:rsidRDefault="005169BE" w:rsidP="00B11BB6"/>
    <w:p w14:paraId="0B50AB52" w14:textId="77777777" w:rsidR="005169BE" w:rsidRDefault="005169BE" w:rsidP="00B11BB6"/>
    <w:p w14:paraId="30C9100E" w14:textId="77777777" w:rsidR="005169BE" w:rsidRDefault="005169BE" w:rsidP="00B11BB6"/>
    <w:p w14:paraId="2C79A375" w14:textId="77777777" w:rsidR="009505CE" w:rsidRDefault="009505CE" w:rsidP="00B11BB6"/>
    <w:p w14:paraId="51808616" w14:textId="77777777" w:rsidR="009505CE" w:rsidRDefault="009505CE" w:rsidP="00B11BB6"/>
    <w:p w14:paraId="4AA4D7E1" w14:textId="77777777" w:rsidR="009505CE" w:rsidRDefault="009505CE" w:rsidP="00B11BB6"/>
    <w:p w14:paraId="30FA9D12" w14:textId="77777777" w:rsidR="009505CE" w:rsidRDefault="009505CE" w:rsidP="00B11BB6"/>
    <w:p w14:paraId="252D6085" w14:textId="77777777" w:rsidR="009505CE" w:rsidRPr="003526B0" w:rsidRDefault="009505CE" w:rsidP="0054757C">
      <w:pPr>
        <w:jc w:val="center"/>
        <w:rPr>
          <w:sz w:val="20"/>
          <w:szCs w:val="20"/>
        </w:rPr>
      </w:pPr>
      <w:r w:rsidRPr="003526B0">
        <w:rPr>
          <w:b/>
          <w:sz w:val="20"/>
          <w:szCs w:val="20"/>
        </w:rPr>
        <w:lastRenderedPageBreak/>
        <w:t xml:space="preserve">Was ich </w:t>
      </w:r>
      <w:r w:rsidR="0054757C" w:rsidRPr="003526B0">
        <w:rPr>
          <w:b/>
          <w:sz w:val="20"/>
          <w:szCs w:val="20"/>
        </w:rPr>
        <w:t>über die Grundlagen der Musik weiß</w:t>
      </w:r>
      <w:r w:rsidR="003526B0" w:rsidRPr="003526B0">
        <w:rPr>
          <w:b/>
          <w:sz w:val="20"/>
          <w:szCs w:val="20"/>
        </w:rPr>
        <w:t>,</w:t>
      </w:r>
      <w:r w:rsidR="0054757C" w:rsidRPr="003526B0">
        <w:rPr>
          <w:b/>
          <w:sz w:val="20"/>
          <w:szCs w:val="20"/>
        </w:rPr>
        <w:t xml:space="preserve"> </w:t>
      </w:r>
      <w:r w:rsidR="003526B0" w:rsidRPr="003526B0">
        <w:rPr>
          <w:b/>
          <w:sz w:val="20"/>
          <w:szCs w:val="20"/>
        </w:rPr>
        <w:t xml:space="preserve">erklären und anwenden kann und </w:t>
      </w:r>
      <w:r w:rsidRPr="003526B0">
        <w:rPr>
          <w:b/>
          <w:sz w:val="20"/>
          <w:szCs w:val="20"/>
        </w:rPr>
        <w:t xml:space="preserve">was ich noch lernen will </w:t>
      </w:r>
      <w:r w:rsidRPr="003526B0">
        <w:rPr>
          <w:b/>
          <w:sz w:val="20"/>
          <w:szCs w:val="20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2088"/>
        <w:gridCol w:w="2303"/>
        <w:gridCol w:w="2303"/>
      </w:tblGrid>
      <w:tr w:rsidR="009505CE" w14:paraId="75A45D59" w14:textId="77777777" w:rsidTr="004426E8">
        <w:tc>
          <w:tcPr>
            <w:tcW w:w="2518" w:type="dxa"/>
          </w:tcPr>
          <w:p w14:paraId="58DC9A25" w14:textId="77777777" w:rsidR="009505CE" w:rsidRDefault="009505CE" w:rsidP="004426E8"/>
        </w:tc>
        <w:tc>
          <w:tcPr>
            <w:tcW w:w="2088" w:type="dxa"/>
            <w:shd w:val="clear" w:color="auto" w:fill="A6A6A6" w:themeFill="background1" w:themeFillShade="A6"/>
          </w:tcPr>
          <w:p w14:paraId="22125064" w14:textId="77777777" w:rsidR="009505CE" w:rsidRDefault="009505CE" w:rsidP="004426E8">
            <w:pPr>
              <w:jc w:val="center"/>
            </w:pPr>
            <w:r>
              <w:t>Das kann ich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14:paraId="33A2C2BA" w14:textId="77777777" w:rsidR="009505CE" w:rsidRDefault="009505CE" w:rsidP="004426E8">
            <w:pPr>
              <w:jc w:val="center"/>
            </w:pPr>
            <w:r>
              <w:t>Das gelingt mir meistens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06152E78" w14:textId="77777777" w:rsidR="009505CE" w:rsidRDefault="009505CE" w:rsidP="004426E8">
            <w:pPr>
              <w:jc w:val="center"/>
            </w:pPr>
            <w:r>
              <w:t>Das fällt mir noch schwer</w:t>
            </w:r>
          </w:p>
        </w:tc>
      </w:tr>
      <w:tr w:rsidR="009505CE" w14:paraId="272FE340" w14:textId="77777777" w:rsidTr="004426E8">
        <w:tc>
          <w:tcPr>
            <w:tcW w:w="2518" w:type="dxa"/>
          </w:tcPr>
          <w:p w14:paraId="3D9E2288" w14:textId="77777777" w:rsidR="009505CE" w:rsidRDefault="009505CE" w:rsidP="004426E8"/>
        </w:tc>
        <w:tc>
          <w:tcPr>
            <w:tcW w:w="2088" w:type="dxa"/>
            <w:shd w:val="clear" w:color="auto" w:fill="A6A6A6" w:themeFill="background1" w:themeFillShade="A6"/>
          </w:tcPr>
          <w:p w14:paraId="769F9757" w14:textId="77777777" w:rsidR="009505CE" w:rsidRDefault="009505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637DDFF0" w14:textId="77777777" w:rsidR="009505CE" w:rsidRDefault="009505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6F04D36D" w14:textId="77777777" w:rsidR="009505CE" w:rsidRDefault="009505CE" w:rsidP="004426E8"/>
        </w:tc>
      </w:tr>
      <w:tr w:rsidR="009505CE" w14:paraId="3C5CEE37" w14:textId="77777777" w:rsidTr="004426E8">
        <w:tc>
          <w:tcPr>
            <w:tcW w:w="2518" w:type="dxa"/>
          </w:tcPr>
          <w:p w14:paraId="732DE264" w14:textId="77777777" w:rsidR="009505CE" w:rsidRDefault="003526B0" w:rsidP="00E45A78">
            <w:r>
              <w:t>Die wichtigsten Elemente der Notenschreibweise kennen</w:t>
            </w:r>
            <w:r w:rsidR="00E45A78">
              <w:t xml:space="preserve">, </w:t>
            </w:r>
            <w:r>
              <w:t>erklären</w:t>
            </w:r>
            <w:r w:rsidR="00E45A78">
              <w:t xml:space="preserve"> und zu Papier bringen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25315DB" w14:textId="77777777" w:rsidR="009505CE" w:rsidRDefault="009505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087A5265" w14:textId="77777777" w:rsidR="009505CE" w:rsidRDefault="009505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57B7AC61" w14:textId="77777777" w:rsidR="009505CE" w:rsidRDefault="009505CE" w:rsidP="004426E8"/>
        </w:tc>
      </w:tr>
      <w:tr w:rsidR="009505CE" w14:paraId="4771F5B2" w14:textId="77777777" w:rsidTr="004426E8">
        <w:tc>
          <w:tcPr>
            <w:tcW w:w="2518" w:type="dxa"/>
          </w:tcPr>
          <w:p w14:paraId="542B79D0" w14:textId="77777777" w:rsidR="009505CE" w:rsidRDefault="003526B0" w:rsidP="004426E8">
            <w:r>
              <w:t>Rhythmen erkennen und notieren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22ED057E" w14:textId="77777777" w:rsidR="009505CE" w:rsidRDefault="009505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79F87FF2" w14:textId="77777777" w:rsidR="009505CE" w:rsidRDefault="009505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4D516A90" w14:textId="77777777" w:rsidR="009505CE" w:rsidRDefault="009505CE" w:rsidP="004426E8"/>
        </w:tc>
      </w:tr>
      <w:tr w:rsidR="009505CE" w14:paraId="2B8BAE3B" w14:textId="77777777" w:rsidTr="004426E8">
        <w:tc>
          <w:tcPr>
            <w:tcW w:w="2518" w:type="dxa"/>
          </w:tcPr>
          <w:p w14:paraId="79EB9044" w14:textId="77777777" w:rsidR="009505CE" w:rsidRDefault="00E45A78" w:rsidP="00E45A78">
            <w:r>
              <w:t xml:space="preserve">Eine Melodie transponieren und rhythmisch verändern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5D0A8267" w14:textId="77777777" w:rsidR="009505CE" w:rsidRDefault="009505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77399370" w14:textId="77777777" w:rsidR="009505CE" w:rsidRDefault="009505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76DA30B6" w14:textId="77777777" w:rsidR="009505CE" w:rsidRDefault="009505CE" w:rsidP="004426E8"/>
        </w:tc>
      </w:tr>
      <w:tr w:rsidR="00E45A78" w14:paraId="00D09465" w14:textId="77777777" w:rsidTr="004426E8">
        <w:tc>
          <w:tcPr>
            <w:tcW w:w="2518" w:type="dxa"/>
          </w:tcPr>
          <w:p w14:paraId="28A7C781" w14:textId="77777777" w:rsidR="00E45A78" w:rsidRDefault="00E45A78" w:rsidP="00E45A78">
            <w:r>
              <w:t xml:space="preserve">Eine Melodie in Dur und in Moll harmonisieren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479D70F0" w14:textId="77777777" w:rsidR="00E45A78" w:rsidRDefault="00E45A78" w:rsidP="004426E8"/>
        </w:tc>
        <w:tc>
          <w:tcPr>
            <w:tcW w:w="2303" w:type="dxa"/>
            <w:shd w:val="clear" w:color="auto" w:fill="BFBFBF" w:themeFill="background1" w:themeFillShade="BF"/>
          </w:tcPr>
          <w:p w14:paraId="7E026F31" w14:textId="77777777" w:rsidR="00E45A78" w:rsidRDefault="00E45A78" w:rsidP="004426E8"/>
        </w:tc>
        <w:tc>
          <w:tcPr>
            <w:tcW w:w="2303" w:type="dxa"/>
            <w:shd w:val="clear" w:color="auto" w:fill="D9D9D9" w:themeFill="background1" w:themeFillShade="D9"/>
          </w:tcPr>
          <w:p w14:paraId="3E7099FF" w14:textId="77777777" w:rsidR="00E45A78" w:rsidRDefault="00E45A78" w:rsidP="004426E8"/>
        </w:tc>
      </w:tr>
      <w:tr w:rsidR="009505CE" w14:paraId="37F8718E" w14:textId="77777777" w:rsidTr="004426E8">
        <w:tc>
          <w:tcPr>
            <w:tcW w:w="2518" w:type="dxa"/>
          </w:tcPr>
          <w:p w14:paraId="5CD9A87A" w14:textId="77777777" w:rsidR="009505CE" w:rsidRDefault="00E45A78" w:rsidP="004426E8">
            <w:r>
              <w:t>Selbst ein Musikstück komponieren und arrangieren</w:t>
            </w:r>
            <w:r w:rsidR="009505CE">
              <w:t xml:space="preserve"> 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25213C98" w14:textId="77777777" w:rsidR="009505CE" w:rsidRDefault="009505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071E6438" w14:textId="77777777" w:rsidR="009505CE" w:rsidRDefault="009505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33F77962" w14:textId="77777777" w:rsidR="009505CE" w:rsidRDefault="009505CE" w:rsidP="004426E8"/>
        </w:tc>
      </w:tr>
      <w:tr w:rsidR="009505CE" w14:paraId="285D0BB6" w14:textId="77777777" w:rsidTr="004426E8">
        <w:tc>
          <w:tcPr>
            <w:tcW w:w="2518" w:type="dxa"/>
          </w:tcPr>
          <w:p w14:paraId="51291CF7" w14:textId="77777777" w:rsidR="009505CE" w:rsidRDefault="009505CE" w:rsidP="004426E8">
            <w:r>
              <w:t xml:space="preserve">Die gefundene Lösung mit anderen Lösungen Kriterien orientiert vergleichen und beurteilen </w:t>
            </w:r>
          </w:p>
        </w:tc>
        <w:tc>
          <w:tcPr>
            <w:tcW w:w="2088" w:type="dxa"/>
            <w:shd w:val="clear" w:color="auto" w:fill="A6A6A6" w:themeFill="background1" w:themeFillShade="A6"/>
          </w:tcPr>
          <w:p w14:paraId="31491B67" w14:textId="77777777" w:rsidR="009505CE" w:rsidRDefault="009505CE" w:rsidP="004426E8"/>
        </w:tc>
        <w:tc>
          <w:tcPr>
            <w:tcW w:w="2303" w:type="dxa"/>
            <w:shd w:val="clear" w:color="auto" w:fill="BFBFBF" w:themeFill="background1" w:themeFillShade="BF"/>
          </w:tcPr>
          <w:p w14:paraId="5CAD18EE" w14:textId="77777777" w:rsidR="009505CE" w:rsidRDefault="009505CE" w:rsidP="004426E8"/>
        </w:tc>
        <w:tc>
          <w:tcPr>
            <w:tcW w:w="2303" w:type="dxa"/>
            <w:shd w:val="clear" w:color="auto" w:fill="D9D9D9" w:themeFill="background1" w:themeFillShade="D9"/>
          </w:tcPr>
          <w:p w14:paraId="77A24C7B" w14:textId="77777777" w:rsidR="009505CE" w:rsidRDefault="009505CE" w:rsidP="004426E8"/>
        </w:tc>
      </w:tr>
    </w:tbl>
    <w:p w14:paraId="149716DE" w14:textId="77777777" w:rsidR="009505CE" w:rsidRDefault="009505CE" w:rsidP="0095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  <w:r>
        <w:t>Ich möchte gern noch Folgendes lernen:</w:t>
      </w:r>
    </w:p>
    <w:p w14:paraId="0354FCA6" w14:textId="77777777" w:rsidR="009505CE" w:rsidRDefault="009505CE" w:rsidP="0095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06F71609" w14:textId="77777777" w:rsidR="00426483" w:rsidRDefault="00426483" w:rsidP="0095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501509B2" w14:textId="77777777" w:rsidR="00426483" w:rsidRDefault="00426483" w:rsidP="0095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5221D4DE" w14:textId="77777777" w:rsidR="00426483" w:rsidRDefault="00426483" w:rsidP="0095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</w:pPr>
    </w:p>
    <w:p w14:paraId="6E6D100B" w14:textId="77777777" w:rsidR="009505CE" w:rsidRDefault="009505CE" w:rsidP="009505CE"/>
    <w:p w14:paraId="690D687D" w14:textId="77777777" w:rsidR="009505CE" w:rsidRDefault="009505CE" w:rsidP="009505CE"/>
    <w:p w14:paraId="426E62F2" w14:textId="77777777" w:rsidR="009505CE" w:rsidRDefault="009505CE" w:rsidP="009505CE"/>
    <w:p w14:paraId="1FD6A818" w14:textId="77777777" w:rsidR="009505CE" w:rsidRDefault="009505CE" w:rsidP="009505CE"/>
    <w:p w14:paraId="08FB73D1" w14:textId="77777777" w:rsidR="009505CE" w:rsidRDefault="009505CE" w:rsidP="009505CE"/>
    <w:p w14:paraId="3196DD43" w14:textId="77777777" w:rsidR="009505CE" w:rsidRDefault="009505CE" w:rsidP="009505CE"/>
    <w:p w14:paraId="03B31FFF" w14:textId="77777777" w:rsidR="009505CE" w:rsidRDefault="009505CE" w:rsidP="009505CE"/>
    <w:p w14:paraId="09DF2626" w14:textId="77777777" w:rsidR="009505CE" w:rsidRDefault="009505CE" w:rsidP="009505CE"/>
    <w:p w14:paraId="50C72F3C" w14:textId="77777777" w:rsidR="009505CE" w:rsidRDefault="009505CE" w:rsidP="009505CE"/>
    <w:p w14:paraId="046BE9D1" w14:textId="77777777" w:rsidR="009505CE" w:rsidRDefault="009505CE" w:rsidP="009505CE"/>
    <w:p w14:paraId="3AF5A24F" w14:textId="77777777" w:rsidR="009505CE" w:rsidRDefault="009505CE" w:rsidP="00B11BB6">
      <w:bookmarkStart w:id="0" w:name="_GoBack"/>
      <w:bookmarkEnd w:id="0"/>
    </w:p>
    <w:sectPr w:rsidR="009505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4A86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F505909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6645D49"/>
    <w:multiLevelType w:val="hybridMultilevel"/>
    <w:tmpl w:val="E26853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33371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A3554D6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A3F427A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C850A3E"/>
    <w:multiLevelType w:val="hybridMultilevel"/>
    <w:tmpl w:val="269819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A91155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48A17BBE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1514D2D"/>
    <w:multiLevelType w:val="hybridMultilevel"/>
    <w:tmpl w:val="49D4991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334B40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DF42653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3045AD4"/>
    <w:multiLevelType w:val="hybridMultilevel"/>
    <w:tmpl w:val="6EA05BB2"/>
    <w:lvl w:ilvl="0" w:tplc="3258E5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60A50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1173D91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779F5DBD"/>
    <w:multiLevelType w:val="hybridMultilevel"/>
    <w:tmpl w:val="F098A1A6"/>
    <w:lvl w:ilvl="0" w:tplc="4912B6D8">
      <w:start w:val="1"/>
      <w:numFmt w:val="upperLetter"/>
      <w:lvlText w:val="%1)"/>
      <w:lvlJc w:val="left"/>
      <w:pPr>
        <w:ind w:left="405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7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8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B6"/>
    <w:rsid w:val="00000036"/>
    <w:rsid w:val="0003660C"/>
    <w:rsid w:val="00040A5E"/>
    <w:rsid w:val="00051E9D"/>
    <w:rsid w:val="00063AF3"/>
    <w:rsid w:val="00063B86"/>
    <w:rsid w:val="000721BB"/>
    <w:rsid w:val="000952A7"/>
    <w:rsid w:val="000D458C"/>
    <w:rsid w:val="000D6BF9"/>
    <w:rsid w:val="000E7AFF"/>
    <w:rsid w:val="0010362B"/>
    <w:rsid w:val="00120461"/>
    <w:rsid w:val="00144B79"/>
    <w:rsid w:val="0018600E"/>
    <w:rsid w:val="001A48A2"/>
    <w:rsid w:val="001A53FF"/>
    <w:rsid w:val="001B1DA9"/>
    <w:rsid w:val="001B6B9E"/>
    <w:rsid w:val="001C5A8B"/>
    <w:rsid w:val="001C6EC5"/>
    <w:rsid w:val="0020081D"/>
    <w:rsid w:val="00214AB9"/>
    <w:rsid w:val="00224941"/>
    <w:rsid w:val="00225F8E"/>
    <w:rsid w:val="00226E06"/>
    <w:rsid w:val="002363B6"/>
    <w:rsid w:val="0024156D"/>
    <w:rsid w:val="00256D10"/>
    <w:rsid w:val="00260818"/>
    <w:rsid w:val="00261F59"/>
    <w:rsid w:val="00273C94"/>
    <w:rsid w:val="002C0B97"/>
    <w:rsid w:val="002D23D5"/>
    <w:rsid w:val="002D2A57"/>
    <w:rsid w:val="002D4FB7"/>
    <w:rsid w:val="002D797F"/>
    <w:rsid w:val="002E272D"/>
    <w:rsid w:val="002E353A"/>
    <w:rsid w:val="00305F10"/>
    <w:rsid w:val="0031318C"/>
    <w:rsid w:val="003526B0"/>
    <w:rsid w:val="00361F32"/>
    <w:rsid w:val="0038053B"/>
    <w:rsid w:val="00390E1E"/>
    <w:rsid w:val="00395FC8"/>
    <w:rsid w:val="003A302B"/>
    <w:rsid w:val="003B37C6"/>
    <w:rsid w:val="003B51B1"/>
    <w:rsid w:val="003B74E5"/>
    <w:rsid w:val="003C22D0"/>
    <w:rsid w:val="003C27EC"/>
    <w:rsid w:val="003D1911"/>
    <w:rsid w:val="003E2338"/>
    <w:rsid w:val="003E2420"/>
    <w:rsid w:val="003E32B8"/>
    <w:rsid w:val="003F5FCB"/>
    <w:rsid w:val="00401924"/>
    <w:rsid w:val="004164B8"/>
    <w:rsid w:val="00426483"/>
    <w:rsid w:val="00470658"/>
    <w:rsid w:val="00470913"/>
    <w:rsid w:val="0047376A"/>
    <w:rsid w:val="004A7FC8"/>
    <w:rsid w:val="004B1226"/>
    <w:rsid w:val="004B3F31"/>
    <w:rsid w:val="004C4BDA"/>
    <w:rsid w:val="004D057D"/>
    <w:rsid w:val="004D6B99"/>
    <w:rsid w:val="004F6AC3"/>
    <w:rsid w:val="005052AE"/>
    <w:rsid w:val="005169BE"/>
    <w:rsid w:val="005213F9"/>
    <w:rsid w:val="005225AB"/>
    <w:rsid w:val="00524DE2"/>
    <w:rsid w:val="0053055F"/>
    <w:rsid w:val="00537A61"/>
    <w:rsid w:val="00541AB5"/>
    <w:rsid w:val="0054757C"/>
    <w:rsid w:val="0057641D"/>
    <w:rsid w:val="00580427"/>
    <w:rsid w:val="005843E3"/>
    <w:rsid w:val="005B2A00"/>
    <w:rsid w:val="005B4C57"/>
    <w:rsid w:val="005B5930"/>
    <w:rsid w:val="005D5A54"/>
    <w:rsid w:val="005E224D"/>
    <w:rsid w:val="00612C43"/>
    <w:rsid w:val="00620CE7"/>
    <w:rsid w:val="00623FA3"/>
    <w:rsid w:val="00625A69"/>
    <w:rsid w:val="00653DBF"/>
    <w:rsid w:val="006563B4"/>
    <w:rsid w:val="00665915"/>
    <w:rsid w:val="006C5945"/>
    <w:rsid w:val="006D57EE"/>
    <w:rsid w:val="006E3294"/>
    <w:rsid w:val="007211DE"/>
    <w:rsid w:val="00730877"/>
    <w:rsid w:val="00735A54"/>
    <w:rsid w:val="00756259"/>
    <w:rsid w:val="0077549F"/>
    <w:rsid w:val="00780079"/>
    <w:rsid w:val="007956DA"/>
    <w:rsid w:val="00796143"/>
    <w:rsid w:val="007976E9"/>
    <w:rsid w:val="007A2349"/>
    <w:rsid w:val="007A6793"/>
    <w:rsid w:val="007D2CF8"/>
    <w:rsid w:val="00805FC8"/>
    <w:rsid w:val="00816AD0"/>
    <w:rsid w:val="008238C9"/>
    <w:rsid w:val="00824982"/>
    <w:rsid w:val="008670F1"/>
    <w:rsid w:val="00871864"/>
    <w:rsid w:val="00877953"/>
    <w:rsid w:val="00893E3D"/>
    <w:rsid w:val="008A583F"/>
    <w:rsid w:val="008B4244"/>
    <w:rsid w:val="008B5732"/>
    <w:rsid w:val="008B642C"/>
    <w:rsid w:val="008C4F9B"/>
    <w:rsid w:val="008D0DD5"/>
    <w:rsid w:val="008D2511"/>
    <w:rsid w:val="008D2F3F"/>
    <w:rsid w:val="008E1939"/>
    <w:rsid w:val="008E50F5"/>
    <w:rsid w:val="009033CB"/>
    <w:rsid w:val="009070E4"/>
    <w:rsid w:val="00907A25"/>
    <w:rsid w:val="00926FC4"/>
    <w:rsid w:val="009423D2"/>
    <w:rsid w:val="0094372F"/>
    <w:rsid w:val="009505CE"/>
    <w:rsid w:val="00972816"/>
    <w:rsid w:val="00974D9B"/>
    <w:rsid w:val="0098535A"/>
    <w:rsid w:val="009918B4"/>
    <w:rsid w:val="009A10F5"/>
    <w:rsid w:val="009B3639"/>
    <w:rsid w:val="009B61B8"/>
    <w:rsid w:val="009C3074"/>
    <w:rsid w:val="009C64B9"/>
    <w:rsid w:val="009D0039"/>
    <w:rsid w:val="009D1B35"/>
    <w:rsid w:val="009E30E6"/>
    <w:rsid w:val="009F5633"/>
    <w:rsid w:val="00A11863"/>
    <w:rsid w:val="00A36599"/>
    <w:rsid w:val="00A451F4"/>
    <w:rsid w:val="00AA1340"/>
    <w:rsid w:val="00AA280E"/>
    <w:rsid w:val="00AA47C7"/>
    <w:rsid w:val="00AB7333"/>
    <w:rsid w:val="00B00055"/>
    <w:rsid w:val="00B00994"/>
    <w:rsid w:val="00B02D11"/>
    <w:rsid w:val="00B02E88"/>
    <w:rsid w:val="00B11BB6"/>
    <w:rsid w:val="00B239FD"/>
    <w:rsid w:val="00B329B2"/>
    <w:rsid w:val="00B32E37"/>
    <w:rsid w:val="00B37EE6"/>
    <w:rsid w:val="00B42E24"/>
    <w:rsid w:val="00B451D0"/>
    <w:rsid w:val="00B76240"/>
    <w:rsid w:val="00B81400"/>
    <w:rsid w:val="00B91FC4"/>
    <w:rsid w:val="00BA5C86"/>
    <w:rsid w:val="00BB3EBD"/>
    <w:rsid w:val="00BB489B"/>
    <w:rsid w:val="00BE7979"/>
    <w:rsid w:val="00C06D80"/>
    <w:rsid w:val="00C12969"/>
    <w:rsid w:val="00C40513"/>
    <w:rsid w:val="00C512FA"/>
    <w:rsid w:val="00C543D6"/>
    <w:rsid w:val="00C75078"/>
    <w:rsid w:val="00C802BD"/>
    <w:rsid w:val="00CA62E2"/>
    <w:rsid w:val="00CB6A8E"/>
    <w:rsid w:val="00CD02C7"/>
    <w:rsid w:val="00CD30D5"/>
    <w:rsid w:val="00CF6ED3"/>
    <w:rsid w:val="00D021CE"/>
    <w:rsid w:val="00D072C5"/>
    <w:rsid w:val="00D23018"/>
    <w:rsid w:val="00D35C0D"/>
    <w:rsid w:val="00D4377E"/>
    <w:rsid w:val="00D43FD4"/>
    <w:rsid w:val="00D77C7E"/>
    <w:rsid w:val="00D97730"/>
    <w:rsid w:val="00DB23A8"/>
    <w:rsid w:val="00DC5F8A"/>
    <w:rsid w:val="00DD4191"/>
    <w:rsid w:val="00DE31D0"/>
    <w:rsid w:val="00DE3E89"/>
    <w:rsid w:val="00DF2FEE"/>
    <w:rsid w:val="00E053FB"/>
    <w:rsid w:val="00E05E67"/>
    <w:rsid w:val="00E16D98"/>
    <w:rsid w:val="00E262E1"/>
    <w:rsid w:val="00E416A2"/>
    <w:rsid w:val="00E45A78"/>
    <w:rsid w:val="00E50F31"/>
    <w:rsid w:val="00E517DE"/>
    <w:rsid w:val="00E5638D"/>
    <w:rsid w:val="00E62651"/>
    <w:rsid w:val="00E80BDB"/>
    <w:rsid w:val="00E90B46"/>
    <w:rsid w:val="00E94A6E"/>
    <w:rsid w:val="00EB0845"/>
    <w:rsid w:val="00ED2157"/>
    <w:rsid w:val="00ED54C0"/>
    <w:rsid w:val="00EE4367"/>
    <w:rsid w:val="00F14850"/>
    <w:rsid w:val="00F16FB1"/>
    <w:rsid w:val="00F36A38"/>
    <w:rsid w:val="00F428B1"/>
    <w:rsid w:val="00F567D7"/>
    <w:rsid w:val="00F646CB"/>
    <w:rsid w:val="00F81FBC"/>
    <w:rsid w:val="00F82B25"/>
    <w:rsid w:val="00F854D1"/>
    <w:rsid w:val="00F862F6"/>
    <w:rsid w:val="00FA3E00"/>
    <w:rsid w:val="00FA4D5B"/>
    <w:rsid w:val="00FA4E38"/>
    <w:rsid w:val="00FA65BA"/>
    <w:rsid w:val="00FB23B7"/>
    <w:rsid w:val="00FB36FA"/>
    <w:rsid w:val="00FC1267"/>
    <w:rsid w:val="00FC4A17"/>
    <w:rsid w:val="00FC6CEB"/>
    <w:rsid w:val="00FD382E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28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036"/>
    <w:pPr>
      <w:spacing w:line="240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5169BE"/>
    <w:pPr>
      <w:keepNext/>
      <w:spacing w:after="0"/>
      <w:outlineLvl w:val="0"/>
    </w:pPr>
    <w:rPr>
      <w:rFonts w:ascii="Arial" w:eastAsia="Times New Roman" w:hAnsi="Arial"/>
      <w:sz w:val="4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169BE"/>
    <w:pPr>
      <w:keepNext/>
      <w:spacing w:after="0"/>
      <w:outlineLvl w:val="2"/>
    </w:pPr>
    <w:rPr>
      <w:rFonts w:ascii="Arial" w:eastAsia="Times New Roman" w:hAnsi="Arial"/>
      <w:i/>
      <w:iCs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1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5169BE"/>
    <w:rPr>
      <w:rFonts w:ascii="Arial" w:eastAsia="Times New Roman" w:hAnsi="Arial"/>
      <w:sz w:val="4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169BE"/>
    <w:rPr>
      <w:rFonts w:ascii="Arial" w:eastAsia="Times New Roman" w:hAnsi="Arial"/>
      <w:i/>
      <w:iCs/>
      <w:sz w:val="20"/>
      <w:lang w:eastAsia="de-DE"/>
    </w:rPr>
  </w:style>
  <w:style w:type="paragraph" w:styleId="Kopfzeile">
    <w:name w:val="header"/>
    <w:basedOn w:val="Standard"/>
    <w:link w:val="KopfzeileZchn"/>
    <w:uiPriority w:val="99"/>
    <w:rsid w:val="005169B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69BE"/>
    <w:rPr>
      <w:rFonts w:ascii="Times New Roman" w:eastAsia="Times New Roman" w:hAnsi="Times New Roman" w:cs="Times New Roman"/>
      <w:lang w:eastAsia="de-DE"/>
    </w:rPr>
  </w:style>
  <w:style w:type="paragraph" w:styleId="Textkrper-Zeileneinzug">
    <w:name w:val="Body Text Indent"/>
    <w:basedOn w:val="Standard"/>
    <w:link w:val="Textkrper-ZeileneinzugZchn"/>
    <w:rsid w:val="005169BE"/>
    <w:pPr>
      <w:spacing w:after="0" w:line="300" w:lineRule="auto"/>
      <w:ind w:left="709" w:hanging="349"/>
      <w:jc w:val="both"/>
    </w:pPr>
    <w:rPr>
      <w:rFonts w:ascii="Arial" w:eastAsia="Times New Roman" w:hAnsi="Arial"/>
      <w:sz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169BE"/>
    <w:rPr>
      <w:rFonts w:ascii="Arial" w:eastAsia="Times New Roman" w:hAnsi="Arial"/>
      <w:lang w:eastAsia="de-DE"/>
    </w:rPr>
  </w:style>
  <w:style w:type="paragraph" w:styleId="Textkrper-Einzug2">
    <w:name w:val="Body Text Indent 2"/>
    <w:basedOn w:val="Standard"/>
    <w:link w:val="Textkrper-Einzug2Zchn"/>
    <w:rsid w:val="005169BE"/>
    <w:pPr>
      <w:spacing w:after="0" w:line="300" w:lineRule="auto"/>
      <w:ind w:left="110"/>
      <w:jc w:val="both"/>
    </w:pPr>
    <w:rPr>
      <w:rFonts w:ascii="Arial" w:eastAsia="Times New Roman" w:hAnsi="Arial"/>
      <w:sz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5169BE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5169BE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5169B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169BE"/>
    <w:rPr>
      <w:rFonts w:ascii="Times New Roman" w:eastAsia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9BE"/>
    <w:pPr>
      <w:spacing w:after="0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9BE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0036"/>
    <w:pPr>
      <w:spacing w:line="240" w:lineRule="auto"/>
    </w:pPr>
    <w:rPr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5169BE"/>
    <w:pPr>
      <w:keepNext/>
      <w:spacing w:after="0"/>
      <w:outlineLvl w:val="0"/>
    </w:pPr>
    <w:rPr>
      <w:rFonts w:ascii="Arial" w:eastAsia="Times New Roman" w:hAnsi="Arial"/>
      <w:sz w:val="4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5169BE"/>
    <w:pPr>
      <w:keepNext/>
      <w:spacing w:after="0"/>
      <w:outlineLvl w:val="2"/>
    </w:pPr>
    <w:rPr>
      <w:rFonts w:ascii="Arial" w:eastAsia="Times New Roman" w:hAnsi="Arial"/>
      <w:i/>
      <w:iCs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11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5169BE"/>
    <w:rPr>
      <w:rFonts w:ascii="Arial" w:eastAsia="Times New Roman" w:hAnsi="Arial"/>
      <w:sz w:val="4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169BE"/>
    <w:rPr>
      <w:rFonts w:ascii="Arial" w:eastAsia="Times New Roman" w:hAnsi="Arial"/>
      <w:i/>
      <w:iCs/>
      <w:sz w:val="20"/>
      <w:lang w:eastAsia="de-DE"/>
    </w:rPr>
  </w:style>
  <w:style w:type="paragraph" w:styleId="Kopfzeile">
    <w:name w:val="header"/>
    <w:basedOn w:val="Standard"/>
    <w:link w:val="KopfzeileZchn"/>
    <w:uiPriority w:val="99"/>
    <w:rsid w:val="005169B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69BE"/>
    <w:rPr>
      <w:rFonts w:ascii="Times New Roman" w:eastAsia="Times New Roman" w:hAnsi="Times New Roman" w:cs="Times New Roman"/>
      <w:lang w:eastAsia="de-DE"/>
    </w:rPr>
  </w:style>
  <w:style w:type="paragraph" w:styleId="Textkrper-Zeileneinzug">
    <w:name w:val="Body Text Indent"/>
    <w:basedOn w:val="Standard"/>
    <w:link w:val="Textkrper-ZeileneinzugZchn"/>
    <w:rsid w:val="005169BE"/>
    <w:pPr>
      <w:spacing w:after="0" w:line="300" w:lineRule="auto"/>
      <w:ind w:left="709" w:hanging="349"/>
      <w:jc w:val="both"/>
    </w:pPr>
    <w:rPr>
      <w:rFonts w:ascii="Arial" w:eastAsia="Times New Roman" w:hAnsi="Arial"/>
      <w:sz w:val="24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169BE"/>
    <w:rPr>
      <w:rFonts w:ascii="Arial" w:eastAsia="Times New Roman" w:hAnsi="Arial"/>
      <w:lang w:eastAsia="de-DE"/>
    </w:rPr>
  </w:style>
  <w:style w:type="paragraph" w:styleId="Textkrper-Einzug2">
    <w:name w:val="Body Text Indent 2"/>
    <w:basedOn w:val="Standard"/>
    <w:link w:val="Textkrper-Einzug2Zchn"/>
    <w:rsid w:val="005169BE"/>
    <w:pPr>
      <w:spacing w:after="0" w:line="300" w:lineRule="auto"/>
      <w:ind w:left="110"/>
      <w:jc w:val="both"/>
    </w:pPr>
    <w:rPr>
      <w:rFonts w:ascii="Arial" w:eastAsia="Times New Roman" w:hAnsi="Arial"/>
      <w:sz w:val="24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5169BE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5169BE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5169B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169BE"/>
    <w:rPr>
      <w:rFonts w:ascii="Times New Roman" w:eastAsia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9BE"/>
    <w:pPr>
      <w:spacing w:after="0"/>
    </w:pPr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9B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10C0C-DD8C-435F-94E3-ADEA4CAE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5C6D8D4B.dotm</Template>
  <TotalTime>0</TotalTime>
  <Pages>6</Pages>
  <Words>628</Words>
  <Characters>3700</Characters>
  <Application>Microsoft Office Word</Application>
  <DocSecurity>0</DocSecurity>
  <Lines>462</Lines>
  <Paragraphs>96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Sohnius, Axel</cp:lastModifiedBy>
  <cp:revision>7</cp:revision>
  <dcterms:created xsi:type="dcterms:W3CDTF">2012-12-02T22:13:00Z</dcterms:created>
  <dcterms:modified xsi:type="dcterms:W3CDTF">2013-06-14T07:58:00Z</dcterms:modified>
</cp:coreProperties>
</file>